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DE560" w14:textId="77777777" w:rsidR="0085718E" w:rsidRPr="0085718E" w:rsidRDefault="0085718E" w:rsidP="0085718E">
      <w:pPr>
        <w:spacing w:after="0" w:line="240" w:lineRule="auto"/>
        <w:rPr>
          <w:rFonts w:ascii="Open Sans Light" w:hAnsi="Open Sans Light" w:cs="Open Sans Light"/>
          <w:b/>
          <w:sz w:val="22"/>
          <w:szCs w:val="20"/>
        </w:rPr>
      </w:pPr>
    </w:p>
    <w:p w14:paraId="332B8B75" w14:textId="313E4A9D" w:rsidR="0085718E" w:rsidRPr="00CC3CD8" w:rsidRDefault="000F3809" w:rsidP="0085718E">
      <w:pPr>
        <w:spacing w:after="0" w:line="240" w:lineRule="auto"/>
        <w:rPr>
          <w:rFonts w:ascii="Open Sans Light" w:hAnsi="Open Sans Light" w:cs="Open Sans Light"/>
          <w:b/>
          <w:sz w:val="22"/>
          <w:szCs w:val="20"/>
        </w:rPr>
      </w:pPr>
      <w:r w:rsidRPr="00CC3CD8">
        <w:rPr>
          <w:rFonts w:ascii="Open Sans Light" w:hAnsi="Open Sans Light" w:cs="Open Sans Light"/>
          <w:b/>
          <w:sz w:val="22"/>
          <w:szCs w:val="20"/>
        </w:rPr>
        <w:t>American Commitment</w:t>
      </w:r>
      <w:r w:rsidR="0085718E" w:rsidRPr="00CC3CD8">
        <w:rPr>
          <w:rFonts w:ascii="Open Sans Light" w:hAnsi="Open Sans Light" w:cs="Open Sans Light"/>
          <w:b/>
          <w:sz w:val="22"/>
          <w:szCs w:val="20"/>
        </w:rPr>
        <w:t xml:space="preserve"> </w:t>
      </w:r>
      <w:r w:rsidR="006103A7">
        <w:rPr>
          <w:rFonts w:ascii="Open Sans Light" w:hAnsi="Open Sans Light" w:cs="Open Sans Light"/>
          <w:b/>
          <w:sz w:val="22"/>
          <w:szCs w:val="20"/>
        </w:rPr>
        <w:br/>
        <w:t xml:space="preserve">Social Media Blogger </w:t>
      </w:r>
      <w:r w:rsidR="0085718E" w:rsidRPr="00CC3CD8">
        <w:rPr>
          <w:rFonts w:ascii="Open Sans Light" w:hAnsi="Open Sans Light" w:cs="Open Sans Light"/>
          <w:b/>
          <w:sz w:val="22"/>
          <w:szCs w:val="20"/>
        </w:rPr>
        <w:t>Content</w:t>
      </w:r>
    </w:p>
    <w:p w14:paraId="2891DBBA" w14:textId="77777777" w:rsidR="0085718E" w:rsidRPr="006E3527" w:rsidRDefault="0085718E" w:rsidP="0085718E">
      <w:pPr>
        <w:spacing w:after="0" w:line="240" w:lineRule="auto"/>
        <w:rPr>
          <w:rFonts w:ascii="Open Sans Light" w:hAnsi="Open Sans Light" w:cs="Open Sans Light"/>
          <w:b/>
          <w:szCs w:val="20"/>
        </w:rPr>
      </w:pPr>
    </w:p>
    <w:p w14:paraId="7EA72856" w14:textId="77777777" w:rsidR="0085718E" w:rsidRPr="006E3527" w:rsidRDefault="0085718E" w:rsidP="0085718E">
      <w:pPr>
        <w:spacing w:after="0" w:line="240" w:lineRule="auto"/>
        <w:rPr>
          <w:rFonts w:ascii="Open Sans Light" w:hAnsi="Open Sans Light" w:cs="Open Sans Light"/>
          <w:b/>
          <w:szCs w:val="20"/>
        </w:rPr>
      </w:pPr>
      <w:bookmarkStart w:id="0" w:name="_GoBack"/>
      <w:bookmarkEnd w:id="0"/>
    </w:p>
    <w:p w14:paraId="16FE56B0" w14:textId="3A11BA84" w:rsidR="00415698" w:rsidRPr="006E3527" w:rsidRDefault="000F3809" w:rsidP="00415698">
      <w:pPr>
        <w:spacing w:after="0" w:line="240" w:lineRule="auto"/>
        <w:rPr>
          <w:rFonts w:ascii="Open Sans Light" w:hAnsi="Open Sans Light" w:cs="Open Sans Light"/>
          <w:szCs w:val="20"/>
        </w:rPr>
      </w:pPr>
      <w:r w:rsidRPr="006E3527">
        <w:rPr>
          <w:rFonts w:ascii="Open Sans Light" w:hAnsi="Open Sans Light" w:cs="Open Sans Light"/>
          <w:b/>
          <w:szCs w:val="20"/>
        </w:rPr>
        <w:t>Facebook</w:t>
      </w:r>
    </w:p>
    <w:p w14:paraId="24BEDDCE" w14:textId="4F38F096" w:rsidR="007D01A8" w:rsidRPr="006E3527" w:rsidRDefault="00415698" w:rsidP="005B6698">
      <w:pPr>
        <w:rPr>
          <w:rFonts w:ascii="Open Sans Light" w:hAnsi="Open Sans Light" w:cs="Open Sans Light"/>
        </w:rPr>
      </w:pPr>
      <w:r w:rsidRPr="006E3527">
        <w:rPr>
          <w:rFonts w:ascii="Open Sans Light" w:eastAsia="Times New Roman" w:hAnsi="Open Sans Light" w:cs="Open Sans Light"/>
          <w:shd w:val="clear" w:color="auto" w:fill="FFFFFF"/>
        </w:rPr>
        <w:t xml:space="preserve">#1 </w:t>
      </w:r>
      <w:r w:rsidR="00373886" w:rsidRPr="006E3527">
        <w:rPr>
          <w:rFonts w:ascii="Open Sans Light" w:hAnsi="Open Sans Light" w:cs="Open Sans Light"/>
          <w:b/>
          <w:szCs w:val="20"/>
        </w:rPr>
        <w:br/>
      </w:r>
      <w:r w:rsidR="00235CBA">
        <w:rPr>
          <w:rFonts w:ascii="Open Sans Light" w:hAnsi="Open Sans Light" w:cs="Open Sans Light"/>
        </w:rPr>
        <w:t>FCC REGULATION</w:t>
      </w:r>
      <w:r w:rsidR="007D01A8" w:rsidRPr="006E3527">
        <w:rPr>
          <w:rFonts w:ascii="Open Sans Light" w:hAnsi="Open Sans Light" w:cs="Open Sans Light"/>
        </w:rPr>
        <w:t xml:space="preserve">: Bringing the roar of Internet progress to a whisper. STOP regulation now. Protect your freedom. Sign the PETITION today: </w:t>
      </w:r>
      <w:r w:rsidR="007D01A8" w:rsidRPr="006E3527">
        <w:rPr>
          <w:rFonts w:ascii="Open Sans Light" w:hAnsi="Open Sans Light"/>
        </w:rPr>
        <w:t>http://stop.netreg.co/actnow</w:t>
      </w:r>
    </w:p>
    <w:p w14:paraId="7A946DFF" w14:textId="77777777" w:rsidR="007D01A8" w:rsidRPr="006E3527" w:rsidRDefault="00373886" w:rsidP="007D01A8">
      <w:pPr>
        <w:spacing w:line="240" w:lineRule="auto"/>
        <w:rPr>
          <w:rFonts w:ascii="Open Sans Light" w:eastAsia="Times New Roman" w:hAnsi="Open Sans Light" w:cs="Open Sans Light"/>
          <w:shd w:val="clear" w:color="auto" w:fill="FFFFFF"/>
        </w:rPr>
      </w:pPr>
      <w:r w:rsidRPr="006E3527">
        <w:rPr>
          <w:rFonts w:ascii="Open Sans Light" w:hAnsi="Open Sans Light" w:cs="Open Sans Light"/>
          <w:b/>
          <w:szCs w:val="20"/>
        </w:rPr>
        <w:br/>
      </w:r>
      <w:r w:rsidR="00415698" w:rsidRPr="006E3527">
        <w:rPr>
          <w:rFonts w:ascii="Open Sans Light" w:eastAsia="Times New Roman" w:hAnsi="Open Sans Light" w:cs="Open Sans Light"/>
          <w:shd w:val="clear" w:color="auto" w:fill="FFFFFF"/>
        </w:rPr>
        <w:t xml:space="preserve">#2 </w:t>
      </w:r>
    </w:p>
    <w:p w14:paraId="6E6C74F4" w14:textId="02C1B93A" w:rsidR="007D01A8" w:rsidRPr="006E3527" w:rsidRDefault="007D01A8" w:rsidP="003911B1">
      <w:pPr>
        <w:spacing w:line="240" w:lineRule="auto"/>
        <w:rPr>
          <w:rFonts w:ascii="Open Sans Light" w:eastAsia="Times New Roman" w:hAnsi="Open Sans Light" w:cs="Open Sans Light"/>
          <w:shd w:val="clear" w:color="auto" w:fill="FFFFFF"/>
        </w:rPr>
      </w:pPr>
      <w:r w:rsidRPr="006E3527">
        <w:rPr>
          <w:rFonts w:ascii="Open Sans Light" w:eastAsia="Times New Roman" w:hAnsi="Open Sans Light" w:cs="Open Sans Light"/>
          <w:shd w:val="clear" w:color="auto" w:fill="FFFFFF"/>
        </w:rPr>
        <w:t xml:space="preserve">Protect your first amendment rights. Net regulation = net loss of freedom. Sign the petition today: </w:t>
      </w:r>
      <w:hyperlink r:id="rId9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</w:p>
    <w:p w14:paraId="34C83CA5" w14:textId="77777777" w:rsidR="007D01A8" w:rsidRPr="006E3527" w:rsidRDefault="00373886" w:rsidP="005B6698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  <w:b/>
          <w:szCs w:val="20"/>
        </w:rPr>
        <w:br/>
      </w:r>
      <w:r w:rsidR="00415698" w:rsidRPr="006E3527">
        <w:rPr>
          <w:rFonts w:ascii="Open Sans Light" w:hAnsi="Open Sans Light" w:cs="Open Sans Light"/>
        </w:rPr>
        <w:t xml:space="preserve">#3 </w:t>
      </w:r>
    </w:p>
    <w:p w14:paraId="37CEEBE5" w14:textId="79B1A903" w:rsidR="007E6F36" w:rsidRPr="006E3527" w:rsidRDefault="00936942" w:rsidP="005B6698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t>E</w:t>
      </w:r>
      <w:r w:rsidR="00D831F1" w:rsidRPr="006E3527">
        <w:rPr>
          <w:rFonts w:ascii="Open Sans Light" w:hAnsi="Open Sans Light" w:cs="Open Sans Light"/>
        </w:rPr>
        <w:t>njoy faster Inter</w:t>
      </w:r>
      <w:r w:rsidRPr="006E3527">
        <w:rPr>
          <w:rFonts w:ascii="Open Sans Light" w:hAnsi="Open Sans Light" w:cs="Open Sans Light"/>
        </w:rPr>
        <w:t>net service?</w:t>
      </w:r>
      <w:r w:rsidR="00A979C7" w:rsidRPr="006E3527">
        <w:rPr>
          <w:rFonts w:ascii="Open Sans Light" w:hAnsi="Open Sans Light" w:cs="Open Sans Light"/>
        </w:rPr>
        <w:t xml:space="preserve"> </w:t>
      </w:r>
      <w:r w:rsidRPr="006E3527">
        <w:rPr>
          <w:rFonts w:ascii="Open Sans Light" w:hAnsi="Open Sans Light" w:cs="Open Sans Light"/>
        </w:rPr>
        <w:t xml:space="preserve">Let’s </w:t>
      </w:r>
      <w:r w:rsidR="00D831F1" w:rsidRPr="006E3527">
        <w:rPr>
          <w:rFonts w:ascii="Open Sans Light" w:hAnsi="Open Sans Light" w:cs="Open Sans Light"/>
        </w:rPr>
        <w:t>make that clear</w:t>
      </w:r>
      <w:r w:rsidR="00A979C7" w:rsidRPr="006E3527">
        <w:rPr>
          <w:rFonts w:ascii="Open Sans Light" w:hAnsi="Open Sans Light" w:cs="Open Sans Light"/>
        </w:rPr>
        <w:t xml:space="preserve"> to Barack Obama</w:t>
      </w:r>
      <w:r w:rsidR="00D831F1" w:rsidRPr="006E3527">
        <w:rPr>
          <w:rFonts w:ascii="Open Sans Light" w:hAnsi="Open Sans Light" w:cs="Open Sans Light"/>
        </w:rPr>
        <w:t xml:space="preserve">. </w:t>
      </w:r>
      <w:r w:rsidR="00235CBA">
        <w:rPr>
          <w:rFonts w:ascii="Open Sans Light" w:hAnsi="Open Sans Light" w:cs="Open Sans Light"/>
        </w:rPr>
        <w:t>His plan to regulate the Internet takes effect</w:t>
      </w:r>
      <w:r w:rsidR="00A979C7" w:rsidRPr="006E3527">
        <w:rPr>
          <w:rFonts w:ascii="Open Sans Light" w:hAnsi="Open Sans Light" w:cs="Open Sans Light"/>
        </w:rPr>
        <w:t xml:space="preserve"> June 12th</w:t>
      </w:r>
      <w:r w:rsidR="00D831F1" w:rsidRPr="006E3527">
        <w:rPr>
          <w:rFonts w:ascii="Open Sans Light" w:hAnsi="Open Sans Light" w:cs="Open Sans Light"/>
        </w:rPr>
        <w:t xml:space="preserve">. Stop regulation now by signing the petition: </w:t>
      </w:r>
      <w:hyperlink r:id="rId10" w:history="1">
        <w:r w:rsidR="00D831F1"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  <w:r w:rsidR="000F3809" w:rsidRPr="006E3527">
        <w:rPr>
          <w:rFonts w:ascii="Open Sans Light" w:hAnsi="Open Sans Light" w:cs="Open Sans Light"/>
        </w:rPr>
        <w:br/>
      </w:r>
      <w:r w:rsidR="000F3809" w:rsidRPr="006E3527">
        <w:rPr>
          <w:rFonts w:ascii="Open Sans Light" w:hAnsi="Open Sans Light" w:cs="Open Sans Light"/>
        </w:rPr>
        <w:br/>
        <w:t>#4</w:t>
      </w:r>
    </w:p>
    <w:p w14:paraId="3DE4AAF1" w14:textId="39895B6D" w:rsidR="003911B1" w:rsidRPr="006E3527" w:rsidRDefault="00936942" w:rsidP="008C212C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t xml:space="preserve">SUPPORT NEEDED! Our </w:t>
      </w:r>
      <w:r w:rsidR="00694ED8" w:rsidRPr="006E3527">
        <w:rPr>
          <w:rFonts w:ascii="Open Sans Light" w:hAnsi="Open Sans Light" w:cs="Open Sans Light"/>
        </w:rPr>
        <w:t>I</w:t>
      </w:r>
      <w:r w:rsidRPr="006E3527">
        <w:rPr>
          <w:rFonts w:ascii="Open Sans Light" w:hAnsi="Open Sans Light" w:cs="Open Sans Light"/>
        </w:rPr>
        <w:t xml:space="preserve">nternet is being downgraded to a </w:t>
      </w:r>
      <w:r w:rsidR="00694ED8" w:rsidRPr="006E3527">
        <w:rPr>
          <w:rFonts w:ascii="Open Sans Light" w:hAnsi="Open Sans Light" w:cs="Open Sans Light"/>
        </w:rPr>
        <w:t>p</w:t>
      </w:r>
      <w:r w:rsidRPr="006E3527">
        <w:rPr>
          <w:rFonts w:ascii="Open Sans Light" w:hAnsi="Open Sans Light" w:cs="Open Sans Light"/>
        </w:rPr>
        <w:t xml:space="preserve">ublic </w:t>
      </w:r>
      <w:r w:rsidR="00694ED8" w:rsidRPr="006E3527">
        <w:rPr>
          <w:rFonts w:ascii="Open Sans Light" w:hAnsi="Open Sans Light" w:cs="Open Sans Light"/>
        </w:rPr>
        <w:t>u</w:t>
      </w:r>
      <w:r w:rsidRPr="006E3527">
        <w:rPr>
          <w:rFonts w:ascii="Open Sans Light" w:hAnsi="Open Sans Light" w:cs="Open Sans Light"/>
        </w:rPr>
        <w:t>tility in a matter of weeks. June 12</w:t>
      </w:r>
      <w:r w:rsidRPr="006E3527">
        <w:rPr>
          <w:rFonts w:ascii="Open Sans Light" w:hAnsi="Open Sans Light" w:cs="Open Sans Light"/>
          <w:vertAlign w:val="superscript"/>
        </w:rPr>
        <w:t>th</w:t>
      </w:r>
      <w:r w:rsidRPr="006E3527">
        <w:rPr>
          <w:rFonts w:ascii="Open Sans Light" w:hAnsi="Open Sans Light" w:cs="Open Sans Light"/>
        </w:rPr>
        <w:t xml:space="preserve"> </w:t>
      </w:r>
      <w:r w:rsidR="00235CBA">
        <w:rPr>
          <w:rFonts w:ascii="Open Sans Light" w:hAnsi="Open Sans Light" w:cs="Open Sans Light"/>
        </w:rPr>
        <w:t xml:space="preserve">Obama’s plan to regulate the Internet </w:t>
      </w:r>
      <w:r w:rsidRPr="006E3527">
        <w:rPr>
          <w:rFonts w:ascii="Open Sans Light" w:hAnsi="Open Sans Light" w:cs="Open Sans Light"/>
        </w:rPr>
        <w:t xml:space="preserve">will go into effect. Don’t let this happen. Make your voice heard before it’s TOO LATE! </w:t>
      </w:r>
      <w:hyperlink r:id="rId11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  <w:r w:rsidRPr="006E3527">
        <w:rPr>
          <w:rFonts w:ascii="Open Sans Light" w:hAnsi="Open Sans Light"/>
        </w:rPr>
        <w:t xml:space="preserve"> </w:t>
      </w:r>
    </w:p>
    <w:p w14:paraId="77A66DA3" w14:textId="087EB5F2" w:rsidR="008C212C" w:rsidRPr="006E3527" w:rsidRDefault="000F3809" w:rsidP="008C212C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br/>
        <w:t>#5</w:t>
      </w:r>
    </w:p>
    <w:p w14:paraId="5C967208" w14:textId="0818C213" w:rsidR="000F3809" w:rsidRPr="006E3527" w:rsidRDefault="00BA2427" w:rsidP="008C212C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</w:rPr>
        <w:t xml:space="preserve">OUR FREEDOM IS UNDER SEIGE! Once again, we need to send a message to Congress that Internet </w:t>
      </w:r>
      <w:r w:rsidR="00694ED8" w:rsidRPr="006E3527">
        <w:rPr>
          <w:rFonts w:ascii="Open Sans Light" w:hAnsi="Open Sans Light" w:cs="Open Sans Light"/>
        </w:rPr>
        <w:t>r</w:t>
      </w:r>
      <w:r w:rsidRPr="006E3527">
        <w:rPr>
          <w:rFonts w:ascii="Open Sans Light" w:hAnsi="Open Sans Light" w:cs="Open Sans Light"/>
        </w:rPr>
        <w:t xml:space="preserve">egulation intended to make everything fair is </w:t>
      </w:r>
      <w:r w:rsidR="00694ED8" w:rsidRPr="006E3527">
        <w:rPr>
          <w:rFonts w:ascii="Open Sans Light" w:hAnsi="Open Sans Light" w:cs="Open Sans Light"/>
        </w:rPr>
        <w:t xml:space="preserve">actually </w:t>
      </w:r>
      <w:r w:rsidRPr="006E3527">
        <w:rPr>
          <w:rFonts w:ascii="Open Sans Light" w:hAnsi="Open Sans Light" w:cs="Open Sans Light"/>
        </w:rPr>
        <w:t>set to destroy data speed and add taxes and fees</w:t>
      </w:r>
      <w:r w:rsidR="00694ED8" w:rsidRPr="006E3527">
        <w:rPr>
          <w:rFonts w:ascii="Open Sans Light" w:hAnsi="Open Sans Light" w:cs="Open Sans Light"/>
        </w:rPr>
        <w:t xml:space="preserve">. </w:t>
      </w:r>
      <w:r w:rsidR="00235CBA">
        <w:rPr>
          <w:rFonts w:ascii="Open Sans Light" w:hAnsi="Open Sans Light" w:cs="Open Sans Light"/>
        </w:rPr>
        <w:t xml:space="preserve">Unless Congress acts, Obama’s plan takes effect </w:t>
      </w:r>
      <w:r w:rsidRPr="006E3527">
        <w:rPr>
          <w:rFonts w:ascii="Open Sans Light" w:hAnsi="Open Sans Light" w:cs="Open Sans Light"/>
        </w:rPr>
        <w:t>JUNE 12</w:t>
      </w:r>
      <w:r w:rsidRPr="006E3527">
        <w:rPr>
          <w:rFonts w:ascii="Open Sans Light" w:hAnsi="Open Sans Light" w:cs="Open Sans Light"/>
          <w:vertAlign w:val="superscript"/>
        </w:rPr>
        <w:t>TH</w:t>
      </w:r>
      <w:r w:rsidRPr="006E3527">
        <w:rPr>
          <w:rFonts w:ascii="Open Sans Light" w:hAnsi="Open Sans Light" w:cs="Open Sans Light"/>
        </w:rPr>
        <w:t>. Sign th</w:t>
      </w:r>
      <w:r w:rsidR="00694ED8" w:rsidRPr="006E3527">
        <w:rPr>
          <w:rFonts w:ascii="Open Sans Light" w:hAnsi="Open Sans Light" w:cs="Open Sans Light"/>
        </w:rPr>
        <w:t>e</w:t>
      </w:r>
      <w:r w:rsidRPr="006E3527">
        <w:rPr>
          <w:rFonts w:ascii="Open Sans Light" w:hAnsi="Open Sans Light" w:cs="Open Sans Light"/>
        </w:rPr>
        <w:t xml:space="preserve"> petition: </w:t>
      </w:r>
      <w:r w:rsidR="003911B1" w:rsidRPr="006E3527">
        <w:rPr>
          <w:rFonts w:ascii="Open Sans Light" w:hAnsi="Open Sans Light"/>
        </w:rPr>
        <w:t>http://stop.netreg.co/actnow</w:t>
      </w:r>
    </w:p>
    <w:p w14:paraId="3BB33C8E" w14:textId="77777777" w:rsidR="000F3809" w:rsidRPr="006E3527" w:rsidRDefault="000F3809">
      <w:pPr>
        <w:spacing w:after="0" w:line="240" w:lineRule="auto"/>
        <w:rPr>
          <w:rFonts w:ascii="Open Sans Light" w:hAnsi="Open Sans Light" w:cs="Open Sans Light"/>
          <w:b/>
          <w:szCs w:val="20"/>
        </w:rPr>
      </w:pPr>
      <w:r w:rsidRPr="006E3527">
        <w:rPr>
          <w:rFonts w:ascii="Open Sans Light" w:hAnsi="Open Sans Light" w:cs="Open Sans Light"/>
          <w:b/>
          <w:szCs w:val="20"/>
        </w:rPr>
        <w:br w:type="page"/>
      </w:r>
    </w:p>
    <w:p w14:paraId="4C5BCC0F" w14:textId="4766540C" w:rsidR="00C54E3D" w:rsidRPr="006E3527" w:rsidRDefault="000F3809" w:rsidP="0085718E">
      <w:pPr>
        <w:spacing w:after="0" w:line="240" w:lineRule="auto"/>
        <w:rPr>
          <w:rFonts w:ascii="Open Sans Light" w:hAnsi="Open Sans Light" w:cs="Open Sans Light"/>
          <w:szCs w:val="20"/>
        </w:rPr>
      </w:pPr>
      <w:r w:rsidRPr="006E3527">
        <w:rPr>
          <w:rFonts w:ascii="Open Sans Light" w:hAnsi="Open Sans Light" w:cs="Open Sans Light"/>
          <w:b/>
          <w:szCs w:val="20"/>
        </w:rPr>
        <w:lastRenderedPageBreak/>
        <w:t>Twitter</w:t>
      </w:r>
    </w:p>
    <w:p w14:paraId="698B9500" w14:textId="77777777" w:rsidR="00BA2427" w:rsidRPr="006E3527" w:rsidRDefault="000F3809" w:rsidP="00E679F7">
      <w:pPr>
        <w:rPr>
          <w:rFonts w:ascii="Open Sans Light" w:eastAsia="Times New Roman" w:hAnsi="Open Sans Light" w:cs="Open Sans Light"/>
          <w:shd w:val="clear" w:color="auto" w:fill="FFFFFF"/>
        </w:rPr>
      </w:pPr>
      <w:r w:rsidRPr="006E3527">
        <w:rPr>
          <w:rFonts w:ascii="Open Sans Light" w:eastAsia="Times New Roman" w:hAnsi="Open Sans Light" w:cs="Open Sans Light"/>
          <w:shd w:val="clear" w:color="auto" w:fill="FFFFFF"/>
        </w:rPr>
        <w:t>#1</w:t>
      </w:r>
    </w:p>
    <w:p w14:paraId="7004687D" w14:textId="38DA16DD" w:rsidR="003911B1" w:rsidRPr="006E3527" w:rsidRDefault="00694ED8" w:rsidP="00E679F7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</w:rPr>
        <w:t>#</w:t>
      </w:r>
      <w:proofErr w:type="spellStart"/>
      <w:r w:rsidR="00235CBA">
        <w:rPr>
          <w:rFonts w:ascii="Open Sans Light" w:hAnsi="Open Sans Light" w:cs="Open Sans Light"/>
        </w:rPr>
        <w:t>TitleII</w:t>
      </w:r>
      <w:proofErr w:type="spellEnd"/>
      <w:r w:rsidR="00BA2427" w:rsidRPr="006E3527">
        <w:rPr>
          <w:rFonts w:ascii="Open Sans Light" w:hAnsi="Open Sans Light" w:cs="Open Sans Light"/>
        </w:rPr>
        <w:t xml:space="preserve">: Bringing the roar of Internet progress to a whisper. STOP regulation now. Stay Free. PETITION today: </w:t>
      </w:r>
      <w:hyperlink r:id="rId12" w:history="1">
        <w:r w:rsidR="003911B1"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</w:p>
    <w:p w14:paraId="395C216B" w14:textId="74297DFD" w:rsidR="00BA2427" w:rsidRPr="006E3527" w:rsidRDefault="000F3809" w:rsidP="00E679F7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</w:rPr>
        <w:br/>
      </w:r>
      <w:r w:rsidR="0070390C" w:rsidRPr="006E3527">
        <w:rPr>
          <w:rFonts w:ascii="Open Sans Light" w:hAnsi="Open Sans Light" w:cs="Open Sans Light"/>
        </w:rPr>
        <w:t xml:space="preserve">#2 </w:t>
      </w:r>
    </w:p>
    <w:p w14:paraId="044E4FFA" w14:textId="21ABEC76" w:rsidR="00BA2427" w:rsidRPr="006E3527" w:rsidRDefault="00BA2427" w:rsidP="00E679F7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</w:rPr>
        <w:t xml:space="preserve">Learn how Internet Regulation = Net Loss of Freedom. Vote </w:t>
      </w:r>
      <w:r w:rsidR="00235CBA">
        <w:rPr>
          <w:rFonts w:ascii="Open Sans Light" w:hAnsi="Open Sans Light" w:cs="Open Sans Light"/>
        </w:rPr>
        <w:t>to STOP #</w:t>
      </w:r>
      <w:proofErr w:type="spellStart"/>
      <w:r w:rsidR="00235CBA">
        <w:rPr>
          <w:rFonts w:ascii="Open Sans Light" w:hAnsi="Open Sans Light" w:cs="Open Sans Light"/>
        </w:rPr>
        <w:t>TitleII</w:t>
      </w:r>
      <w:proofErr w:type="spellEnd"/>
      <w:r w:rsidR="00235CBA">
        <w:rPr>
          <w:rFonts w:ascii="Open Sans Light" w:hAnsi="Open Sans Light" w:cs="Open Sans Light"/>
        </w:rPr>
        <w:t xml:space="preserve"> </w:t>
      </w:r>
      <w:r w:rsidRPr="006E3527">
        <w:rPr>
          <w:rFonts w:ascii="Open Sans Light" w:hAnsi="Open Sans Light" w:cs="Open Sans Light"/>
        </w:rPr>
        <w:t xml:space="preserve">before it’s too late. </w:t>
      </w:r>
      <w:hyperlink r:id="rId13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  <w:r w:rsidR="00694ED8" w:rsidRPr="006E3527">
        <w:rPr>
          <w:rStyle w:val="Hyperlink"/>
          <w:rFonts w:ascii="Open Sans Light" w:hAnsi="Open Sans Light"/>
          <w:color w:val="auto"/>
        </w:rPr>
        <w:t xml:space="preserve"> </w:t>
      </w:r>
      <w:r w:rsidR="00694ED8" w:rsidRPr="006E3527">
        <w:rPr>
          <w:rFonts w:ascii="Open Sans Light" w:hAnsi="Open Sans Light" w:cs="Open Sans Light"/>
        </w:rPr>
        <w:t>#</w:t>
      </w:r>
      <w:proofErr w:type="spellStart"/>
      <w:r w:rsidR="00694ED8" w:rsidRPr="006E3527">
        <w:rPr>
          <w:rFonts w:ascii="Open Sans Light" w:hAnsi="Open Sans Light" w:cs="Open Sans Light"/>
        </w:rPr>
        <w:t>NetRegulation</w:t>
      </w:r>
      <w:proofErr w:type="spellEnd"/>
      <w:r w:rsidR="000F3809" w:rsidRPr="006E3527">
        <w:rPr>
          <w:rFonts w:ascii="Open Sans Light" w:hAnsi="Open Sans Light" w:cs="Open Sans Light"/>
        </w:rPr>
        <w:br/>
      </w:r>
      <w:r w:rsidR="00373886" w:rsidRPr="006E3527">
        <w:rPr>
          <w:rFonts w:ascii="Open Sans Light" w:hAnsi="Open Sans Light" w:cs="Open Sans Light"/>
        </w:rPr>
        <w:br/>
      </w:r>
      <w:r w:rsidR="00415698" w:rsidRPr="006E3527">
        <w:rPr>
          <w:rFonts w:ascii="Open Sans Light" w:hAnsi="Open Sans Light" w:cs="Open Sans Light"/>
        </w:rPr>
        <w:t xml:space="preserve">#3 </w:t>
      </w:r>
    </w:p>
    <w:p w14:paraId="1BD75A96" w14:textId="5B9B2BFB" w:rsidR="00BA2427" w:rsidRPr="006E3527" w:rsidRDefault="00BA2427" w:rsidP="00BA2427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t>Enjoy faster Interne</w:t>
      </w:r>
      <w:r w:rsidR="007456AB" w:rsidRPr="006E3527">
        <w:rPr>
          <w:rFonts w:ascii="Open Sans Light" w:hAnsi="Open Sans Light" w:cs="Open Sans Light"/>
        </w:rPr>
        <w:t xml:space="preserve">t service? Inform </w:t>
      </w:r>
      <w:r w:rsidR="00694ED8" w:rsidRPr="006E3527">
        <w:rPr>
          <w:rFonts w:ascii="Open Sans Light" w:hAnsi="Open Sans Light" w:cs="Open Sans Light"/>
        </w:rPr>
        <w:t>the @POTUS.</w:t>
      </w:r>
      <w:r w:rsidR="007456AB" w:rsidRPr="006E3527">
        <w:rPr>
          <w:rFonts w:ascii="Open Sans Light" w:hAnsi="Open Sans Light" w:cs="Open Sans Light"/>
        </w:rPr>
        <w:t xml:space="preserve"> </w:t>
      </w:r>
      <w:r w:rsidR="00235CBA">
        <w:rPr>
          <w:rFonts w:ascii="Open Sans Light" w:hAnsi="Open Sans Light" w:cs="Open Sans Light"/>
        </w:rPr>
        <w:t>#</w:t>
      </w:r>
      <w:proofErr w:type="spellStart"/>
      <w:r w:rsidR="00235CBA">
        <w:rPr>
          <w:rFonts w:ascii="Open Sans Light" w:hAnsi="Open Sans Light" w:cs="Open Sans Light"/>
        </w:rPr>
        <w:t>TitleII</w:t>
      </w:r>
      <w:proofErr w:type="spellEnd"/>
      <w:r w:rsidRPr="006E3527">
        <w:rPr>
          <w:rFonts w:ascii="Open Sans Light" w:hAnsi="Open Sans Light" w:cs="Open Sans Light"/>
        </w:rPr>
        <w:t xml:space="preserve"> </w:t>
      </w:r>
      <w:r w:rsidR="007456AB" w:rsidRPr="006E3527">
        <w:rPr>
          <w:rFonts w:ascii="Open Sans Light" w:hAnsi="Open Sans Light" w:cs="Open Sans Light"/>
        </w:rPr>
        <w:t xml:space="preserve">will kill data speeds unless you act now: </w:t>
      </w:r>
      <w:hyperlink r:id="rId14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  <w:r w:rsidR="00694ED8" w:rsidRPr="006E3527">
        <w:rPr>
          <w:rStyle w:val="Hyperlink"/>
          <w:rFonts w:ascii="Open Sans Light" w:hAnsi="Open Sans Light"/>
          <w:color w:val="auto"/>
        </w:rPr>
        <w:t xml:space="preserve"> #Obama</w:t>
      </w:r>
    </w:p>
    <w:p w14:paraId="7683AD42" w14:textId="59EF617E" w:rsidR="007456AB" w:rsidRPr="006E3527" w:rsidRDefault="000F3809" w:rsidP="00E679F7">
      <w:pPr>
        <w:rPr>
          <w:rFonts w:ascii="Open Sans Light" w:hAnsi="Open Sans Light" w:cs="Open Sans Light"/>
        </w:rPr>
      </w:pPr>
      <w:r w:rsidRPr="006E3527">
        <w:rPr>
          <w:rFonts w:ascii="Open Sans Light" w:hAnsi="Open Sans Light" w:cs="Open Sans Light"/>
        </w:rPr>
        <w:br/>
        <w:t>#4</w:t>
      </w:r>
    </w:p>
    <w:p w14:paraId="1F5A4DAA" w14:textId="20F7BE76" w:rsidR="007456AB" w:rsidRPr="006E3527" w:rsidRDefault="007456AB" w:rsidP="00E679F7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t xml:space="preserve">SUPPORT NEEDED! Our </w:t>
      </w:r>
      <w:r w:rsidR="00694ED8" w:rsidRPr="006E3527">
        <w:rPr>
          <w:rFonts w:ascii="Open Sans Light" w:hAnsi="Open Sans Light" w:cs="Open Sans Light"/>
        </w:rPr>
        <w:t>I</w:t>
      </w:r>
      <w:r w:rsidRPr="006E3527">
        <w:rPr>
          <w:rFonts w:ascii="Open Sans Light" w:hAnsi="Open Sans Light" w:cs="Open Sans Light"/>
        </w:rPr>
        <w:t xml:space="preserve">nternet is being downgraded to a </w:t>
      </w:r>
      <w:r w:rsidR="00694ED8" w:rsidRPr="006E3527">
        <w:rPr>
          <w:rFonts w:ascii="Open Sans Light" w:hAnsi="Open Sans Light" w:cs="Open Sans Light"/>
        </w:rPr>
        <w:t>p</w:t>
      </w:r>
      <w:r w:rsidRPr="006E3527">
        <w:rPr>
          <w:rFonts w:ascii="Open Sans Light" w:hAnsi="Open Sans Light" w:cs="Open Sans Light"/>
        </w:rPr>
        <w:t xml:space="preserve">ublic </w:t>
      </w:r>
      <w:r w:rsidR="00694ED8" w:rsidRPr="006E3527">
        <w:rPr>
          <w:rFonts w:ascii="Open Sans Light" w:hAnsi="Open Sans Light" w:cs="Open Sans Light"/>
        </w:rPr>
        <w:t>u</w:t>
      </w:r>
      <w:r w:rsidRPr="006E3527">
        <w:rPr>
          <w:rFonts w:ascii="Open Sans Light" w:hAnsi="Open Sans Light" w:cs="Open Sans Light"/>
        </w:rPr>
        <w:t>tility. When? June 12</w:t>
      </w:r>
      <w:r w:rsidR="00694ED8" w:rsidRPr="006E3527">
        <w:rPr>
          <w:rFonts w:ascii="Open Sans Light" w:hAnsi="Open Sans Light" w:cs="Open Sans Light"/>
        </w:rPr>
        <w:t>—</w:t>
      </w:r>
      <w:r w:rsidRPr="006E3527">
        <w:rPr>
          <w:rFonts w:ascii="Open Sans Light" w:hAnsi="Open Sans Light" w:cs="Open Sans Light"/>
        </w:rPr>
        <w:t xml:space="preserve">Unless you act now: </w:t>
      </w:r>
      <w:hyperlink r:id="rId15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  <w:r w:rsidR="00694ED8" w:rsidRPr="006E3527">
        <w:rPr>
          <w:rFonts w:ascii="Open Sans Light" w:hAnsi="Open Sans Light" w:cs="Open Sans Light"/>
        </w:rPr>
        <w:t xml:space="preserve"> </w:t>
      </w:r>
      <w:r w:rsidR="000F3809" w:rsidRPr="006E3527">
        <w:rPr>
          <w:rFonts w:ascii="Open Sans Light" w:hAnsi="Open Sans Light" w:cs="Open Sans Light"/>
        </w:rPr>
        <w:br/>
      </w:r>
      <w:r w:rsidR="000F3809" w:rsidRPr="006E3527">
        <w:rPr>
          <w:rFonts w:ascii="Open Sans Light" w:hAnsi="Open Sans Light" w:cs="Open Sans Light"/>
        </w:rPr>
        <w:br/>
        <w:t>#5</w:t>
      </w:r>
    </w:p>
    <w:p w14:paraId="217D9C27" w14:textId="15BA7982" w:rsidR="007456AB" w:rsidRPr="006E3527" w:rsidRDefault="007456AB" w:rsidP="00E679F7">
      <w:pPr>
        <w:rPr>
          <w:rFonts w:ascii="Open Sans Light" w:hAnsi="Open Sans Light"/>
        </w:rPr>
      </w:pPr>
      <w:r w:rsidRPr="006E3527">
        <w:rPr>
          <w:rFonts w:ascii="Open Sans Light" w:hAnsi="Open Sans Light" w:cs="Open Sans Light"/>
        </w:rPr>
        <w:t>FREEDOM SEIGE! Again, we need to send a message to Congress before June 12</w:t>
      </w:r>
      <w:r w:rsidRPr="006E3527">
        <w:rPr>
          <w:rFonts w:ascii="Open Sans Light" w:hAnsi="Open Sans Light" w:cs="Open Sans Light"/>
          <w:vertAlign w:val="superscript"/>
        </w:rPr>
        <w:t>th</w:t>
      </w:r>
      <w:r w:rsidRPr="006E3527">
        <w:rPr>
          <w:rFonts w:ascii="Open Sans Light" w:hAnsi="Open Sans Light" w:cs="Open Sans Light"/>
        </w:rPr>
        <w:t>. Our children are depending on it</w:t>
      </w:r>
      <w:r w:rsidR="00694ED8" w:rsidRPr="006E3527">
        <w:rPr>
          <w:rFonts w:ascii="Open Sans Light" w:hAnsi="Open Sans Light" w:cs="Open Sans Light"/>
        </w:rPr>
        <w:t>:</w:t>
      </w:r>
      <w:r w:rsidRPr="006E3527">
        <w:rPr>
          <w:rFonts w:ascii="Open Sans Light" w:hAnsi="Open Sans Light" w:cs="Open Sans Light"/>
        </w:rPr>
        <w:t xml:space="preserve"> </w:t>
      </w:r>
      <w:hyperlink r:id="rId16" w:history="1">
        <w:r w:rsidRPr="006E3527">
          <w:rPr>
            <w:rStyle w:val="Hyperlink"/>
            <w:rFonts w:ascii="Open Sans Light" w:hAnsi="Open Sans Light"/>
            <w:color w:val="auto"/>
          </w:rPr>
          <w:t>http://stop.netreg.co/actnow</w:t>
        </w:r>
      </w:hyperlink>
    </w:p>
    <w:p w14:paraId="279A061F" w14:textId="768FCB1C" w:rsidR="000F3809" w:rsidRPr="000F3809" w:rsidRDefault="000F3809" w:rsidP="00E679F7">
      <w:r w:rsidRPr="00CC3CD8">
        <w:rPr>
          <w:rFonts w:ascii="Open Sans Light" w:hAnsi="Open Sans Light" w:cs="Open Sans Light"/>
        </w:rPr>
        <w:br/>
      </w:r>
      <w:r>
        <w:br/>
      </w:r>
    </w:p>
    <w:sectPr w:rsidR="000F3809" w:rsidRPr="000F3809" w:rsidSect="00ED4AE6">
      <w:headerReference w:type="default" r:id="rId17"/>
      <w:footerReference w:type="even" r:id="rId18"/>
      <w:footerReference w:type="default" r:id="rId19"/>
      <w:pgSz w:w="11907" w:h="16840" w:code="9"/>
      <w:pgMar w:top="1440" w:right="1008" w:bottom="1440" w:left="1008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9755A" w14:textId="77777777" w:rsidR="00C15783" w:rsidRDefault="00C15783" w:rsidP="00D379D7">
      <w:pPr>
        <w:spacing w:after="0" w:line="240" w:lineRule="auto"/>
      </w:pPr>
      <w:r>
        <w:separator/>
      </w:r>
    </w:p>
  </w:endnote>
  <w:endnote w:type="continuationSeparator" w:id="0">
    <w:p w14:paraId="675E3852" w14:textId="77777777" w:rsidR="00C15783" w:rsidRDefault="00C15783" w:rsidP="00D3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 Light">
    <w:panose1 w:val="020B0306030504020204"/>
    <w:charset w:val="00"/>
    <w:family w:val="auto"/>
    <w:pitch w:val="variable"/>
    <w:sig w:usb0="E00002EF" w:usb1="4000205B" w:usb2="00000028" w:usb3="00000000" w:csb0="0000019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3DD49" w14:textId="77777777" w:rsidR="00BA2427" w:rsidRDefault="00BA2427" w:rsidP="00E532D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9D099F" w14:textId="77777777" w:rsidR="00BA2427" w:rsidRDefault="00BA2427" w:rsidP="00E532D2">
    <w:pPr>
      <w:pStyle w:val="Footer"/>
      <w:framePr w:wrap="around" w:vAnchor="text" w:hAnchor="margin" w:y="1"/>
      <w:ind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86D2E9" w14:textId="77777777" w:rsidR="00BA2427" w:rsidRDefault="00BA2427" w:rsidP="00F54D82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1C20A" w14:textId="77777777" w:rsidR="00BA2427" w:rsidRPr="00F54D82" w:rsidRDefault="00BA2427" w:rsidP="00E532D2">
    <w:pPr>
      <w:pStyle w:val="Footer"/>
      <w:framePr w:w="381" w:h="321" w:hRule="exact" w:wrap="around" w:vAnchor="text" w:hAnchor="margin" w:y="332"/>
      <w:shd w:val="clear" w:color="auto" w:fill="39A5D3"/>
      <w:jc w:val="center"/>
      <w:rPr>
        <w:rStyle w:val="PageNumber"/>
        <w:b/>
      </w:rPr>
    </w:pPr>
    <w:r w:rsidRPr="00F54D82">
      <w:rPr>
        <w:rStyle w:val="PageNumber"/>
        <w:b/>
      </w:rPr>
      <w:fldChar w:fldCharType="begin"/>
    </w:r>
    <w:r w:rsidRPr="00F54D82">
      <w:rPr>
        <w:rStyle w:val="PageNumber"/>
        <w:b/>
      </w:rPr>
      <w:instrText xml:space="preserve">PAGE  </w:instrText>
    </w:r>
    <w:r w:rsidRPr="00F54D82">
      <w:rPr>
        <w:rStyle w:val="PageNumber"/>
        <w:b/>
      </w:rPr>
      <w:fldChar w:fldCharType="separate"/>
    </w:r>
    <w:r w:rsidR="00080E65">
      <w:rPr>
        <w:rStyle w:val="PageNumber"/>
        <w:b/>
        <w:noProof/>
      </w:rPr>
      <w:t>2</w:t>
    </w:r>
    <w:r w:rsidRPr="00F54D82">
      <w:rPr>
        <w:rStyle w:val="PageNumber"/>
        <w:b/>
      </w:rPr>
      <w:fldChar w:fldCharType="end"/>
    </w:r>
  </w:p>
  <w:p w14:paraId="5F2DC2D6" w14:textId="77777777" w:rsidR="00BA2427" w:rsidRPr="00E532D2" w:rsidRDefault="00BA2427" w:rsidP="00E532D2">
    <w:pPr>
      <w:pStyle w:val="Footer"/>
      <w:spacing w:before="360"/>
      <w:ind w:firstLine="360"/>
      <w:jc w:val="center"/>
    </w:pPr>
    <w:r w:rsidRPr="00E532D2">
      <w:t>Charlotte   •   New York   •   Tulsa   •   Ft. Lauderdale   •   Pretoria, South Africa</w:t>
    </w:r>
    <w:r w:rsidRPr="00E532D2">
      <w:br/>
      <w:t>MediaConnectPartners.com   •   800.627.1265   •   +1.212.</w:t>
    </w:r>
    <w:r>
      <w:t>240.0761   •   @</w:t>
    </w:r>
    <w:proofErr w:type="spellStart"/>
    <w:r>
      <w:t>MediaCPartners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ABE0C" w14:textId="77777777" w:rsidR="00C15783" w:rsidRDefault="00C15783" w:rsidP="00D379D7">
      <w:pPr>
        <w:spacing w:after="0" w:line="240" w:lineRule="auto"/>
      </w:pPr>
      <w:r>
        <w:separator/>
      </w:r>
    </w:p>
  </w:footnote>
  <w:footnote w:type="continuationSeparator" w:id="0">
    <w:p w14:paraId="46C26C65" w14:textId="77777777" w:rsidR="00C15783" w:rsidRDefault="00C15783" w:rsidP="00D3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9E2E" w14:textId="5AD68D3F" w:rsidR="00BA2427" w:rsidRDefault="00BA2427" w:rsidP="006E3527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D65807" wp14:editId="08FBBF71">
          <wp:simplePos x="0" y="0"/>
          <wp:positionH relativeFrom="column">
            <wp:posOffset>-181610</wp:posOffset>
          </wp:positionH>
          <wp:positionV relativeFrom="paragraph">
            <wp:posOffset>-334010</wp:posOffset>
          </wp:positionV>
          <wp:extent cx="1858010" cy="746125"/>
          <wp:effectExtent l="0" t="0" r="0" b="0"/>
          <wp:wrapThrough wrapText="bothSides">
            <wp:wrapPolygon edited="0">
              <wp:start x="16167" y="2757"/>
              <wp:lineTo x="3100" y="4412"/>
              <wp:lineTo x="1107" y="5515"/>
              <wp:lineTo x="1107" y="14339"/>
              <wp:lineTo x="8859" y="20405"/>
              <wp:lineTo x="9966" y="20405"/>
              <wp:lineTo x="20375" y="13787"/>
              <wp:lineTo x="20375" y="2757"/>
              <wp:lineTo x="16167" y="2757"/>
            </wp:wrapPolygon>
          </wp:wrapThrough>
          <wp:docPr id="3" name="Picture 3" descr="Description: Description: Macintosh HD:Users:amanda_jo_carter:Desktop:MCP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Macintosh HD:Users:amanda_jo_carter:Desktop:MCP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01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American Commitment </w:t>
    </w:r>
    <w:r w:rsidR="006103A7">
      <w:br/>
      <w:t xml:space="preserve">Social Media Blogger </w:t>
    </w:r>
    <w:r>
      <w:t xml:space="preserve">Content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7F01"/>
    <w:multiLevelType w:val="hybridMultilevel"/>
    <w:tmpl w:val="603C7938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650E7"/>
    <w:multiLevelType w:val="hybridMultilevel"/>
    <w:tmpl w:val="E30AA2F8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6721"/>
    <w:multiLevelType w:val="hybridMultilevel"/>
    <w:tmpl w:val="5CB8956C"/>
    <w:lvl w:ilvl="0" w:tplc="C49AC2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1ECC"/>
    <w:multiLevelType w:val="hybridMultilevel"/>
    <w:tmpl w:val="3D60E722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E3A02"/>
    <w:multiLevelType w:val="hybridMultilevel"/>
    <w:tmpl w:val="279E5F50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52C45"/>
    <w:multiLevelType w:val="hybridMultilevel"/>
    <w:tmpl w:val="403A71A6"/>
    <w:lvl w:ilvl="0" w:tplc="BEE4BECA">
      <w:start w:val="1"/>
      <w:numFmt w:val="bullet"/>
      <w:lvlText w:val=""/>
      <w:lvlJc w:val="left"/>
      <w:pPr>
        <w:ind w:left="84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2B45E87"/>
    <w:multiLevelType w:val="hybridMultilevel"/>
    <w:tmpl w:val="6C72F49A"/>
    <w:lvl w:ilvl="0" w:tplc="2D42C7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546BC"/>
    <w:multiLevelType w:val="hybridMultilevel"/>
    <w:tmpl w:val="9D764196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D95A38"/>
    <w:multiLevelType w:val="hybridMultilevel"/>
    <w:tmpl w:val="9EAE05F4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DB4CB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B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3E7465"/>
    <w:multiLevelType w:val="hybridMultilevel"/>
    <w:tmpl w:val="1160F5EA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9C5F04"/>
    <w:multiLevelType w:val="hybridMultilevel"/>
    <w:tmpl w:val="BEBCD9EA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F217D4"/>
    <w:multiLevelType w:val="hybridMultilevel"/>
    <w:tmpl w:val="5CB8956C"/>
    <w:lvl w:ilvl="0" w:tplc="C49AC2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B3BF3"/>
    <w:multiLevelType w:val="hybridMultilevel"/>
    <w:tmpl w:val="4156D086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43226"/>
    <w:multiLevelType w:val="hybridMultilevel"/>
    <w:tmpl w:val="3834A61C"/>
    <w:lvl w:ilvl="0" w:tplc="BEE4BECA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F037130"/>
    <w:multiLevelType w:val="hybridMultilevel"/>
    <w:tmpl w:val="19761996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D41EF2"/>
    <w:multiLevelType w:val="hybridMultilevel"/>
    <w:tmpl w:val="052A8B2E"/>
    <w:lvl w:ilvl="0" w:tplc="057A64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C27D1"/>
    <w:multiLevelType w:val="hybridMultilevel"/>
    <w:tmpl w:val="5CB8956C"/>
    <w:lvl w:ilvl="0" w:tplc="C49AC2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485A83"/>
    <w:multiLevelType w:val="hybridMultilevel"/>
    <w:tmpl w:val="76A2A358"/>
    <w:lvl w:ilvl="0" w:tplc="BEE4BEC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4D0F29"/>
    <w:multiLevelType w:val="hybridMultilevel"/>
    <w:tmpl w:val="5CB8956C"/>
    <w:lvl w:ilvl="0" w:tplc="C49AC2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26AEC"/>
    <w:multiLevelType w:val="hybridMultilevel"/>
    <w:tmpl w:val="D58C129E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047D4"/>
    <w:multiLevelType w:val="hybridMultilevel"/>
    <w:tmpl w:val="9C30763C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76A3F"/>
    <w:multiLevelType w:val="hybridMultilevel"/>
    <w:tmpl w:val="F6AA9F0A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3200F"/>
    <w:multiLevelType w:val="hybridMultilevel"/>
    <w:tmpl w:val="4CE43538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E17F7F"/>
    <w:multiLevelType w:val="hybridMultilevel"/>
    <w:tmpl w:val="17BE2B62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60B4A"/>
    <w:multiLevelType w:val="hybridMultilevel"/>
    <w:tmpl w:val="69DC7D28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297447"/>
    <w:multiLevelType w:val="hybridMultilevel"/>
    <w:tmpl w:val="F6AA9F0A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400B57"/>
    <w:multiLevelType w:val="hybridMultilevel"/>
    <w:tmpl w:val="87A8A764"/>
    <w:lvl w:ilvl="0" w:tplc="BEE4BEC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8FD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12"/>
  </w:num>
  <w:num w:numId="7">
    <w:abstractNumId w:val="26"/>
  </w:num>
  <w:num w:numId="8">
    <w:abstractNumId w:val="24"/>
  </w:num>
  <w:num w:numId="9">
    <w:abstractNumId w:val="22"/>
  </w:num>
  <w:num w:numId="10">
    <w:abstractNumId w:val="23"/>
  </w:num>
  <w:num w:numId="11">
    <w:abstractNumId w:val="19"/>
  </w:num>
  <w:num w:numId="12">
    <w:abstractNumId w:val="3"/>
  </w:num>
  <w:num w:numId="13">
    <w:abstractNumId w:val="6"/>
  </w:num>
  <w:num w:numId="14">
    <w:abstractNumId w:val="5"/>
  </w:num>
  <w:num w:numId="15">
    <w:abstractNumId w:val="13"/>
  </w:num>
  <w:num w:numId="16">
    <w:abstractNumId w:val="17"/>
  </w:num>
  <w:num w:numId="17">
    <w:abstractNumId w:val="10"/>
  </w:num>
  <w:num w:numId="18">
    <w:abstractNumId w:val="14"/>
  </w:num>
  <w:num w:numId="19">
    <w:abstractNumId w:val="1"/>
  </w:num>
  <w:num w:numId="20">
    <w:abstractNumId w:val="20"/>
  </w:num>
  <w:num w:numId="21">
    <w:abstractNumId w:val="25"/>
  </w:num>
  <w:num w:numId="22">
    <w:abstractNumId w:val="15"/>
  </w:num>
  <w:num w:numId="23">
    <w:abstractNumId w:val="18"/>
  </w:num>
  <w:num w:numId="24">
    <w:abstractNumId w:val="2"/>
  </w:num>
  <w:num w:numId="25">
    <w:abstractNumId w:val="21"/>
  </w:num>
  <w:num w:numId="26">
    <w:abstractNumId w:val="11"/>
  </w:num>
  <w:num w:numId="2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o:colormru v:ext="edit" colors="#f2ac2e,#f78e20,#008fd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C2"/>
    <w:rsid w:val="00002857"/>
    <w:rsid w:val="00002F90"/>
    <w:rsid w:val="000030DC"/>
    <w:rsid w:val="00014BBD"/>
    <w:rsid w:val="0002481D"/>
    <w:rsid w:val="00027DC6"/>
    <w:rsid w:val="0003390D"/>
    <w:rsid w:val="00037D02"/>
    <w:rsid w:val="00040705"/>
    <w:rsid w:val="00040DBC"/>
    <w:rsid w:val="00046323"/>
    <w:rsid w:val="00047884"/>
    <w:rsid w:val="000566D3"/>
    <w:rsid w:val="00066D84"/>
    <w:rsid w:val="000725DF"/>
    <w:rsid w:val="00080E65"/>
    <w:rsid w:val="00091521"/>
    <w:rsid w:val="0009203C"/>
    <w:rsid w:val="00097E1D"/>
    <w:rsid w:val="000A2567"/>
    <w:rsid w:val="000C6EC0"/>
    <w:rsid w:val="000E7641"/>
    <w:rsid w:val="000F3809"/>
    <w:rsid w:val="000F6FD4"/>
    <w:rsid w:val="000F7C1E"/>
    <w:rsid w:val="00102151"/>
    <w:rsid w:val="00104C4D"/>
    <w:rsid w:val="0010530E"/>
    <w:rsid w:val="00111AAD"/>
    <w:rsid w:val="001156CF"/>
    <w:rsid w:val="00131204"/>
    <w:rsid w:val="0013303C"/>
    <w:rsid w:val="0013464A"/>
    <w:rsid w:val="00135A1C"/>
    <w:rsid w:val="0014180E"/>
    <w:rsid w:val="001514B6"/>
    <w:rsid w:val="0015448D"/>
    <w:rsid w:val="00160241"/>
    <w:rsid w:val="00164EA8"/>
    <w:rsid w:val="001671EF"/>
    <w:rsid w:val="00171DB7"/>
    <w:rsid w:val="00177A64"/>
    <w:rsid w:val="00191E64"/>
    <w:rsid w:val="00195804"/>
    <w:rsid w:val="001A149C"/>
    <w:rsid w:val="001B0AD9"/>
    <w:rsid w:val="001C2BAB"/>
    <w:rsid w:val="001C7CD9"/>
    <w:rsid w:val="001D1E13"/>
    <w:rsid w:val="001D329E"/>
    <w:rsid w:val="001D4435"/>
    <w:rsid w:val="001D53A1"/>
    <w:rsid w:val="001E6AD0"/>
    <w:rsid w:val="001F376F"/>
    <w:rsid w:val="001F40A2"/>
    <w:rsid w:val="002023BB"/>
    <w:rsid w:val="00204AF2"/>
    <w:rsid w:val="0021421E"/>
    <w:rsid w:val="002151DC"/>
    <w:rsid w:val="00215E32"/>
    <w:rsid w:val="00217476"/>
    <w:rsid w:val="002211A6"/>
    <w:rsid w:val="00223457"/>
    <w:rsid w:val="002241CE"/>
    <w:rsid w:val="002254F7"/>
    <w:rsid w:val="0022789C"/>
    <w:rsid w:val="00230461"/>
    <w:rsid w:val="00232FE0"/>
    <w:rsid w:val="00235CBA"/>
    <w:rsid w:val="00237EE4"/>
    <w:rsid w:val="00251C46"/>
    <w:rsid w:val="00253C0B"/>
    <w:rsid w:val="0026635F"/>
    <w:rsid w:val="00267952"/>
    <w:rsid w:val="00267AA7"/>
    <w:rsid w:val="002700FA"/>
    <w:rsid w:val="0027048F"/>
    <w:rsid w:val="0027627A"/>
    <w:rsid w:val="002838EC"/>
    <w:rsid w:val="00283928"/>
    <w:rsid w:val="00283A58"/>
    <w:rsid w:val="002964EB"/>
    <w:rsid w:val="00296F18"/>
    <w:rsid w:val="002A21F1"/>
    <w:rsid w:val="002C2567"/>
    <w:rsid w:val="002D005A"/>
    <w:rsid w:val="002D0853"/>
    <w:rsid w:val="002D0962"/>
    <w:rsid w:val="002D3128"/>
    <w:rsid w:val="002D7897"/>
    <w:rsid w:val="002E09F3"/>
    <w:rsid w:val="002E6C8D"/>
    <w:rsid w:val="002F3478"/>
    <w:rsid w:val="00300F14"/>
    <w:rsid w:val="00303E92"/>
    <w:rsid w:val="0030433F"/>
    <w:rsid w:val="0031103C"/>
    <w:rsid w:val="00311284"/>
    <w:rsid w:val="00311544"/>
    <w:rsid w:val="00311D32"/>
    <w:rsid w:val="00320484"/>
    <w:rsid w:val="00322AD4"/>
    <w:rsid w:val="00326D3B"/>
    <w:rsid w:val="00333AD6"/>
    <w:rsid w:val="00337B02"/>
    <w:rsid w:val="00340635"/>
    <w:rsid w:val="00340BB4"/>
    <w:rsid w:val="003418C5"/>
    <w:rsid w:val="00343691"/>
    <w:rsid w:val="00344576"/>
    <w:rsid w:val="0034484F"/>
    <w:rsid w:val="00353726"/>
    <w:rsid w:val="003552C0"/>
    <w:rsid w:val="003625AF"/>
    <w:rsid w:val="0036531F"/>
    <w:rsid w:val="003673D6"/>
    <w:rsid w:val="00373886"/>
    <w:rsid w:val="00373E59"/>
    <w:rsid w:val="00376E62"/>
    <w:rsid w:val="00381881"/>
    <w:rsid w:val="003843E5"/>
    <w:rsid w:val="00385DB9"/>
    <w:rsid w:val="003911B1"/>
    <w:rsid w:val="00391284"/>
    <w:rsid w:val="003A1321"/>
    <w:rsid w:val="003A3469"/>
    <w:rsid w:val="003A4B8E"/>
    <w:rsid w:val="003B2719"/>
    <w:rsid w:val="003B2FCA"/>
    <w:rsid w:val="003B4EB6"/>
    <w:rsid w:val="003B5E10"/>
    <w:rsid w:val="003C0162"/>
    <w:rsid w:val="003C3B29"/>
    <w:rsid w:val="003D3AEB"/>
    <w:rsid w:val="003D7079"/>
    <w:rsid w:val="003F3339"/>
    <w:rsid w:val="004032FC"/>
    <w:rsid w:val="0040520B"/>
    <w:rsid w:val="00415698"/>
    <w:rsid w:val="004164EF"/>
    <w:rsid w:val="00426588"/>
    <w:rsid w:val="004358BF"/>
    <w:rsid w:val="004361E1"/>
    <w:rsid w:val="0044193C"/>
    <w:rsid w:val="00446E49"/>
    <w:rsid w:val="00450C6B"/>
    <w:rsid w:val="00450FEE"/>
    <w:rsid w:val="00452BEC"/>
    <w:rsid w:val="0045341B"/>
    <w:rsid w:val="00460ED9"/>
    <w:rsid w:val="00461D95"/>
    <w:rsid w:val="00466CE5"/>
    <w:rsid w:val="00466D09"/>
    <w:rsid w:val="004711E7"/>
    <w:rsid w:val="0047414A"/>
    <w:rsid w:val="00476739"/>
    <w:rsid w:val="004804EB"/>
    <w:rsid w:val="00480764"/>
    <w:rsid w:val="00481408"/>
    <w:rsid w:val="00482826"/>
    <w:rsid w:val="004A1009"/>
    <w:rsid w:val="004A2BF5"/>
    <w:rsid w:val="004B270D"/>
    <w:rsid w:val="004B290E"/>
    <w:rsid w:val="004B371C"/>
    <w:rsid w:val="004B484E"/>
    <w:rsid w:val="004B5681"/>
    <w:rsid w:val="004B60B2"/>
    <w:rsid w:val="004C0A22"/>
    <w:rsid w:val="004C48F3"/>
    <w:rsid w:val="004C4FC9"/>
    <w:rsid w:val="004C5A3C"/>
    <w:rsid w:val="004D0E7A"/>
    <w:rsid w:val="004D2896"/>
    <w:rsid w:val="004D7921"/>
    <w:rsid w:val="004D7976"/>
    <w:rsid w:val="004E41A3"/>
    <w:rsid w:val="004E6DF9"/>
    <w:rsid w:val="004F04B9"/>
    <w:rsid w:val="00500651"/>
    <w:rsid w:val="0050642B"/>
    <w:rsid w:val="00507198"/>
    <w:rsid w:val="00514AC5"/>
    <w:rsid w:val="00541A4B"/>
    <w:rsid w:val="00550DDD"/>
    <w:rsid w:val="00556225"/>
    <w:rsid w:val="00557F03"/>
    <w:rsid w:val="00571105"/>
    <w:rsid w:val="00571373"/>
    <w:rsid w:val="00571B84"/>
    <w:rsid w:val="00575AFC"/>
    <w:rsid w:val="00577E8C"/>
    <w:rsid w:val="00593436"/>
    <w:rsid w:val="00593549"/>
    <w:rsid w:val="00597043"/>
    <w:rsid w:val="005A6709"/>
    <w:rsid w:val="005B6698"/>
    <w:rsid w:val="005B73C7"/>
    <w:rsid w:val="005C0EC3"/>
    <w:rsid w:val="005C2FC7"/>
    <w:rsid w:val="005C40C6"/>
    <w:rsid w:val="005D217B"/>
    <w:rsid w:val="005F33E4"/>
    <w:rsid w:val="005F589A"/>
    <w:rsid w:val="00601C8A"/>
    <w:rsid w:val="00605E26"/>
    <w:rsid w:val="00606C48"/>
    <w:rsid w:val="006103A7"/>
    <w:rsid w:val="00614C6A"/>
    <w:rsid w:val="006172FA"/>
    <w:rsid w:val="00621812"/>
    <w:rsid w:val="00630445"/>
    <w:rsid w:val="006345F7"/>
    <w:rsid w:val="00636F90"/>
    <w:rsid w:val="00642B25"/>
    <w:rsid w:val="00645455"/>
    <w:rsid w:val="00645FB7"/>
    <w:rsid w:val="00647CAB"/>
    <w:rsid w:val="00651383"/>
    <w:rsid w:val="00654C72"/>
    <w:rsid w:val="00667BC5"/>
    <w:rsid w:val="00690B4F"/>
    <w:rsid w:val="00691B18"/>
    <w:rsid w:val="00694ED8"/>
    <w:rsid w:val="00696CCA"/>
    <w:rsid w:val="006B160F"/>
    <w:rsid w:val="006B2FD0"/>
    <w:rsid w:val="006B3B35"/>
    <w:rsid w:val="006B3C42"/>
    <w:rsid w:val="006B7785"/>
    <w:rsid w:val="006C46C9"/>
    <w:rsid w:val="006E3527"/>
    <w:rsid w:val="006F299D"/>
    <w:rsid w:val="006F588F"/>
    <w:rsid w:val="006F60B7"/>
    <w:rsid w:val="0070390C"/>
    <w:rsid w:val="00712C71"/>
    <w:rsid w:val="007161C2"/>
    <w:rsid w:val="00724A17"/>
    <w:rsid w:val="00734115"/>
    <w:rsid w:val="00741AEE"/>
    <w:rsid w:val="007456AB"/>
    <w:rsid w:val="00751015"/>
    <w:rsid w:val="007558CE"/>
    <w:rsid w:val="007570F9"/>
    <w:rsid w:val="0076448A"/>
    <w:rsid w:val="007712FC"/>
    <w:rsid w:val="00785242"/>
    <w:rsid w:val="00786B9E"/>
    <w:rsid w:val="007A517A"/>
    <w:rsid w:val="007B15CF"/>
    <w:rsid w:val="007B53BC"/>
    <w:rsid w:val="007C24EB"/>
    <w:rsid w:val="007C3366"/>
    <w:rsid w:val="007D01A8"/>
    <w:rsid w:val="007D22B4"/>
    <w:rsid w:val="007D2A7A"/>
    <w:rsid w:val="007E09B9"/>
    <w:rsid w:val="007E1A42"/>
    <w:rsid w:val="007E566D"/>
    <w:rsid w:val="007E6F36"/>
    <w:rsid w:val="007F1B34"/>
    <w:rsid w:val="007F3161"/>
    <w:rsid w:val="007F5C0C"/>
    <w:rsid w:val="007F75EC"/>
    <w:rsid w:val="00803E38"/>
    <w:rsid w:val="00804E36"/>
    <w:rsid w:val="00810C8C"/>
    <w:rsid w:val="00811C41"/>
    <w:rsid w:val="00813C85"/>
    <w:rsid w:val="008338EE"/>
    <w:rsid w:val="00837155"/>
    <w:rsid w:val="008527A7"/>
    <w:rsid w:val="0085718E"/>
    <w:rsid w:val="00860FA8"/>
    <w:rsid w:val="00864CF2"/>
    <w:rsid w:val="00865B4C"/>
    <w:rsid w:val="00867E72"/>
    <w:rsid w:val="00874541"/>
    <w:rsid w:val="00875BB5"/>
    <w:rsid w:val="0088226A"/>
    <w:rsid w:val="008923AD"/>
    <w:rsid w:val="008A149B"/>
    <w:rsid w:val="008B120B"/>
    <w:rsid w:val="008B555E"/>
    <w:rsid w:val="008B7111"/>
    <w:rsid w:val="008C212C"/>
    <w:rsid w:val="008C4A93"/>
    <w:rsid w:val="008D4B23"/>
    <w:rsid w:val="008D52A8"/>
    <w:rsid w:val="008D6CC7"/>
    <w:rsid w:val="008D7B62"/>
    <w:rsid w:val="008D7FD9"/>
    <w:rsid w:val="008E5F4F"/>
    <w:rsid w:val="008E710B"/>
    <w:rsid w:val="008E78EA"/>
    <w:rsid w:val="009156FE"/>
    <w:rsid w:val="009173A8"/>
    <w:rsid w:val="009226A4"/>
    <w:rsid w:val="009227D7"/>
    <w:rsid w:val="00926B59"/>
    <w:rsid w:val="00933613"/>
    <w:rsid w:val="00936942"/>
    <w:rsid w:val="009418BA"/>
    <w:rsid w:val="00943BB0"/>
    <w:rsid w:val="009460D7"/>
    <w:rsid w:val="0096256C"/>
    <w:rsid w:val="009638BB"/>
    <w:rsid w:val="009671F5"/>
    <w:rsid w:val="00972471"/>
    <w:rsid w:val="009847E2"/>
    <w:rsid w:val="0098741E"/>
    <w:rsid w:val="00987D2B"/>
    <w:rsid w:val="009A2F5A"/>
    <w:rsid w:val="009C064B"/>
    <w:rsid w:val="009C11B1"/>
    <w:rsid w:val="009C3C05"/>
    <w:rsid w:val="009C4A67"/>
    <w:rsid w:val="009C6E89"/>
    <w:rsid w:val="009D148D"/>
    <w:rsid w:val="009D1D8F"/>
    <w:rsid w:val="009D3553"/>
    <w:rsid w:val="009E4F45"/>
    <w:rsid w:val="009F43CF"/>
    <w:rsid w:val="009F51AD"/>
    <w:rsid w:val="00A00CD6"/>
    <w:rsid w:val="00A038A9"/>
    <w:rsid w:val="00A070E8"/>
    <w:rsid w:val="00A11B80"/>
    <w:rsid w:val="00A1381A"/>
    <w:rsid w:val="00A2703B"/>
    <w:rsid w:val="00A3047A"/>
    <w:rsid w:val="00A36C98"/>
    <w:rsid w:val="00A6218F"/>
    <w:rsid w:val="00A62492"/>
    <w:rsid w:val="00A75924"/>
    <w:rsid w:val="00A81C3B"/>
    <w:rsid w:val="00A82B81"/>
    <w:rsid w:val="00A82D79"/>
    <w:rsid w:val="00A84515"/>
    <w:rsid w:val="00A958A6"/>
    <w:rsid w:val="00A979C7"/>
    <w:rsid w:val="00AA0817"/>
    <w:rsid w:val="00AA53B2"/>
    <w:rsid w:val="00AC4540"/>
    <w:rsid w:val="00AC564C"/>
    <w:rsid w:val="00AD4153"/>
    <w:rsid w:val="00AD4384"/>
    <w:rsid w:val="00AD74A4"/>
    <w:rsid w:val="00AE4077"/>
    <w:rsid w:val="00AF1BF6"/>
    <w:rsid w:val="00AF1FF2"/>
    <w:rsid w:val="00AF30CA"/>
    <w:rsid w:val="00AF427F"/>
    <w:rsid w:val="00B02472"/>
    <w:rsid w:val="00B07B2E"/>
    <w:rsid w:val="00B10513"/>
    <w:rsid w:val="00B16DCC"/>
    <w:rsid w:val="00B26104"/>
    <w:rsid w:val="00B269C5"/>
    <w:rsid w:val="00B34F2E"/>
    <w:rsid w:val="00B468EF"/>
    <w:rsid w:val="00B5414F"/>
    <w:rsid w:val="00B561CB"/>
    <w:rsid w:val="00B61672"/>
    <w:rsid w:val="00B62678"/>
    <w:rsid w:val="00B66B7E"/>
    <w:rsid w:val="00B71EF2"/>
    <w:rsid w:val="00B822B7"/>
    <w:rsid w:val="00BA2427"/>
    <w:rsid w:val="00BA423C"/>
    <w:rsid w:val="00BB1F94"/>
    <w:rsid w:val="00BB6170"/>
    <w:rsid w:val="00BC0B9B"/>
    <w:rsid w:val="00BC3803"/>
    <w:rsid w:val="00BC7FC2"/>
    <w:rsid w:val="00BD29BC"/>
    <w:rsid w:val="00BE4BAD"/>
    <w:rsid w:val="00BE50FA"/>
    <w:rsid w:val="00BF1D04"/>
    <w:rsid w:val="00BF259B"/>
    <w:rsid w:val="00BF3525"/>
    <w:rsid w:val="00BF462B"/>
    <w:rsid w:val="00C0600B"/>
    <w:rsid w:val="00C13122"/>
    <w:rsid w:val="00C15783"/>
    <w:rsid w:val="00C236FF"/>
    <w:rsid w:val="00C23B67"/>
    <w:rsid w:val="00C27772"/>
    <w:rsid w:val="00C31F00"/>
    <w:rsid w:val="00C3345E"/>
    <w:rsid w:val="00C3583B"/>
    <w:rsid w:val="00C442D4"/>
    <w:rsid w:val="00C469EB"/>
    <w:rsid w:val="00C51E3D"/>
    <w:rsid w:val="00C53EA5"/>
    <w:rsid w:val="00C54E3D"/>
    <w:rsid w:val="00C54FA2"/>
    <w:rsid w:val="00C65E1A"/>
    <w:rsid w:val="00C746F4"/>
    <w:rsid w:val="00C775F3"/>
    <w:rsid w:val="00C80083"/>
    <w:rsid w:val="00C92FEF"/>
    <w:rsid w:val="00C94641"/>
    <w:rsid w:val="00CA4A3F"/>
    <w:rsid w:val="00CB19AD"/>
    <w:rsid w:val="00CB3BA5"/>
    <w:rsid w:val="00CC142A"/>
    <w:rsid w:val="00CC3CD8"/>
    <w:rsid w:val="00CE0C41"/>
    <w:rsid w:val="00CE2C10"/>
    <w:rsid w:val="00CE2CE4"/>
    <w:rsid w:val="00CF2875"/>
    <w:rsid w:val="00CF4269"/>
    <w:rsid w:val="00CF6CE3"/>
    <w:rsid w:val="00D014B4"/>
    <w:rsid w:val="00D01556"/>
    <w:rsid w:val="00D051FF"/>
    <w:rsid w:val="00D074F2"/>
    <w:rsid w:val="00D148B7"/>
    <w:rsid w:val="00D206A5"/>
    <w:rsid w:val="00D24539"/>
    <w:rsid w:val="00D24CD5"/>
    <w:rsid w:val="00D26326"/>
    <w:rsid w:val="00D32C9C"/>
    <w:rsid w:val="00D333EF"/>
    <w:rsid w:val="00D36225"/>
    <w:rsid w:val="00D368F9"/>
    <w:rsid w:val="00D379D7"/>
    <w:rsid w:val="00D41CC1"/>
    <w:rsid w:val="00D44008"/>
    <w:rsid w:val="00D4516F"/>
    <w:rsid w:val="00D467BC"/>
    <w:rsid w:val="00D54F83"/>
    <w:rsid w:val="00D56365"/>
    <w:rsid w:val="00D57EBB"/>
    <w:rsid w:val="00D642D5"/>
    <w:rsid w:val="00D64FE6"/>
    <w:rsid w:val="00D75927"/>
    <w:rsid w:val="00D76EBF"/>
    <w:rsid w:val="00D81F24"/>
    <w:rsid w:val="00D829C5"/>
    <w:rsid w:val="00D831F1"/>
    <w:rsid w:val="00D85691"/>
    <w:rsid w:val="00D87859"/>
    <w:rsid w:val="00D95D32"/>
    <w:rsid w:val="00DB2288"/>
    <w:rsid w:val="00DB4953"/>
    <w:rsid w:val="00DB5414"/>
    <w:rsid w:val="00DB5E54"/>
    <w:rsid w:val="00DC1C8C"/>
    <w:rsid w:val="00DC6744"/>
    <w:rsid w:val="00DD0E66"/>
    <w:rsid w:val="00DE5635"/>
    <w:rsid w:val="00DF3CF4"/>
    <w:rsid w:val="00DF3E8D"/>
    <w:rsid w:val="00E0096C"/>
    <w:rsid w:val="00E01B33"/>
    <w:rsid w:val="00E07538"/>
    <w:rsid w:val="00E07A3D"/>
    <w:rsid w:val="00E127CA"/>
    <w:rsid w:val="00E212E6"/>
    <w:rsid w:val="00E22842"/>
    <w:rsid w:val="00E27C2C"/>
    <w:rsid w:val="00E31D7B"/>
    <w:rsid w:val="00E31E24"/>
    <w:rsid w:val="00E40D6A"/>
    <w:rsid w:val="00E4287C"/>
    <w:rsid w:val="00E440A0"/>
    <w:rsid w:val="00E532D2"/>
    <w:rsid w:val="00E60835"/>
    <w:rsid w:val="00E63FB0"/>
    <w:rsid w:val="00E679F7"/>
    <w:rsid w:val="00E75673"/>
    <w:rsid w:val="00E85212"/>
    <w:rsid w:val="00E93D80"/>
    <w:rsid w:val="00EA1545"/>
    <w:rsid w:val="00EA4605"/>
    <w:rsid w:val="00EA53B4"/>
    <w:rsid w:val="00EA7660"/>
    <w:rsid w:val="00EB2FFC"/>
    <w:rsid w:val="00EB3710"/>
    <w:rsid w:val="00ED35B2"/>
    <w:rsid w:val="00ED4AE6"/>
    <w:rsid w:val="00ED60B3"/>
    <w:rsid w:val="00ED6D61"/>
    <w:rsid w:val="00EE056F"/>
    <w:rsid w:val="00EE072A"/>
    <w:rsid w:val="00EE41EB"/>
    <w:rsid w:val="00EF1096"/>
    <w:rsid w:val="00EF509A"/>
    <w:rsid w:val="00EF6858"/>
    <w:rsid w:val="00EF6945"/>
    <w:rsid w:val="00F05F39"/>
    <w:rsid w:val="00F067FF"/>
    <w:rsid w:val="00F1081B"/>
    <w:rsid w:val="00F1104F"/>
    <w:rsid w:val="00F14312"/>
    <w:rsid w:val="00F1503F"/>
    <w:rsid w:val="00F154E3"/>
    <w:rsid w:val="00F2141A"/>
    <w:rsid w:val="00F248A5"/>
    <w:rsid w:val="00F26B73"/>
    <w:rsid w:val="00F30A0C"/>
    <w:rsid w:val="00F35172"/>
    <w:rsid w:val="00F356D8"/>
    <w:rsid w:val="00F371C0"/>
    <w:rsid w:val="00F440D6"/>
    <w:rsid w:val="00F44537"/>
    <w:rsid w:val="00F5285F"/>
    <w:rsid w:val="00F54D82"/>
    <w:rsid w:val="00F550EE"/>
    <w:rsid w:val="00F6087E"/>
    <w:rsid w:val="00F65B3D"/>
    <w:rsid w:val="00F67DC8"/>
    <w:rsid w:val="00F75C8D"/>
    <w:rsid w:val="00F8561B"/>
    <w:rsid w:val="00F86A43"/>
    <w:rsid w:val="00F919BA"/>
    <w:rsid w:val="00F92908"/>
    <w:rsid w:val="00F93B7B"/>
    <w:rsid w:val="00FA1AA4"/>
    <w:rsid w:val="00FA246F"/>
    <w:rsid w:val="00FA399F"/>
    <w:rsid w:val="00FB03E4"/>
    <w:rsid w:val="00FB1480"/>
    <w:rsid w:val="00FB40DE"/>
    <w:rsid w:val="00FB46B4"/>
    <w:rsid w:val="00FC77AE"/>
    <w:rsid w:val="00FD4594"/>
    <w:rsid w:val="00FD69A0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2ac2e,#f78e20,#008fd5"/>
    </o:shapedefaults>
    <o:shapelayout v:ext="edit">
      <o:idmap v:ext="edit" data="1"/>
    </o:shapelayout>
  </w:shapeDefaults>
  <w:decimalSymbol w:val="."/>
  <w:listSeparator w:val=","/>
  <w14:docId w14:val="4449A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Open Sans Light" w:eastAsia="Open Sans Light" w:hAnsi="Open Sans Ligh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35" w:unhideWhenUsed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0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1B80"/>
    <w:pPr>
      <w:spacing w:after="200" w:line="276" w:lineRule="auto"/>
    </w:pPr>
    <w:rPr>
      <w:rFonts w:ascii="Open Sans" w:hAnsi="Open Sans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C8A"/>
    <w:pPr>
      <w:keepNext/>
      <w:keepLines/>
      <w:spacing w:after="0"/>
      <w:outlineLvl w:val="0"/>
    </w:pPr>
    <w:rPr>
      <w:rFonts w:ascii="Open Sans Light" w:eastAsia="MS Mincho" w:hAnsi="Open Sans Light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01C8A"/>
    <w:pPr>
      <w:keepNext/>
      <w:keepLines/>
      <w:spacing w:after="0"/>
      <w:outlineLvl w:val="1"/>
    </w:pPr>
    <w:rPr>
      <w:rFonts w:ascii="Open Sans Light" w:eastAsia="MS Mincho" w:hAnsi="Open Sans Light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D6D61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rFonts w:ascii="Open Sans Light" w:eastAsia="MS Mincho" w:hAnsi="Open Sans Light"/>
      <w:caps/>
      <w:color w:val="243F60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6D61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6D61"/>
    <w:pPr>
      <w:keepNext/>
      <w:keepLines/>
      <w:spacing w:before="200" w:after="0"/>
      <w:outlineLvl w:val="4"/>
    </w:pPr>
    <w:rPr>
      <w:rFonts w:ascii="Open Sans Light" w:eastAsia="MS Mincho" w:hAnsi="Open Sans Light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D6D61"/>
    <w:pPr>
      <w:pBdr>
        <w:bottom w:val="dotted" w:sz="6" w:space="1" w:color="4F81BD"/>
      </w:pBdr>
      <w:spacing w:before="300" w:after="0"/>
      <w:outlineLvl w:val="5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ED6D61"/>
    <w:pPr>
      <w:spacing w:before="300" w:after="0"/>
      <w:outlineLvl w:val="6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ED6D61"/>
    <w:pPr>
      <w:spacing w:before="300" w:after="0"/>
      <w:outlineLvl w:val="7"/>
    </w:pPr>
    <w:rPr>
      <w:rFonts w:ascii="Open Sans Light" w:eastAsia="MS Mincho" w:hAnsi="Open Sans Light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ED6D61"/>
    <w:pPr>
      <w:spacing w:before="300" w:after="0"/>
      <w:outlineLvl w:val="8"/>
    </w:pPr>
    <w:rPr>
      <w:rFonts w:ascii="Open Sans Light" w:eastAsia="MS Mincho" w:hAnsi="Open Sans Light"/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3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9D7"/>
  </w:style>
  <w:style w:type="paragraph" w:styleId="Footer">
    <w:name w:val="footer"/>
    <w:basedOn w:val="Normal"/>
    <w:link w:val="FooterChar"/>
    <w:uiPriority w:val="99"/>
    <w:unhideWhenUsed/>
    <w:rsid w:val="00D3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9D7"/>
  </w:style>
  <w:style w:type="paragraph" w:styleId="BalloonText">
    <w:name w:val="Balloon Text"/>
    <w:basedOn w:val="Normal"/>
    <w:link w:val="BalloonTextChar"/>
    <w:unhideWhenUsed/>
    <w:rsid w:val="00D3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379D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A958A6"/>
    <w:rPr>
      <w:color w:val="009CCB"/>
      <w:u w:val="single"/>
    </w:rPr>
  </w:style>
  <w:style w:type="paragraph" w:customStyle="1" w:styleId="defaulttext">
    <w:name w:val="default_text"/>
    <w:basedOn w:val="Normal"/>
    <w:uiPriority w:val="99"/>
    <w:rsid w:val="00D36225"/>
    <w:pPr>
      <w:autoSpaceDE w:val="0"/>
      <w:autoSpaceDN w:val="0"/>
      <w:adjustRightInd w:val="0"/>
      <w:spacing w:after="170" w:line="300" w:lineRule="atLeast"/>
      <w:textAlignment w:val="center"/>
    </w:pPr>
    <w:rPr>
      <w:rFonts w:ascii="Open Sans Light" w:hAnsi="Open Sans Light" w:cs="Open Sans Light"/>
      <w:color w:val="000000"/>
      <w:szCs w:val="20"/>
      <w:lang w:val="en-GB"/>
    </w:rPr>
  </w:style>
  <w:style w:type="character" w:customStyle="1" w:styleId="bullet">
    <w:name w:val="bullet"/>
    <w:uiPriority w:val="99"/>
    <w:rsid w:val="00D36225"/>
    <w:rPr>
      <w:color w:val="FF7702"/>
    </w:rPr>
  </w:style>
  <w:style w:type="paragraph" w:customStyle="1" w:styleId="maintittle">
    <w:name w:val="main_tittle"/>
    <w:basedOn w:val="Normal"/>
    <w:uiPriority w:val="99"/>
    <w:rsid w:val="00811C41"/>
    <w:pPr>
      <w:autoSpaceDE w:val="0"/>
      <w:autoSpaceDN w:val="0"/>
      <w:adjustRightInd w:val="0"/>
      <w:spacing w:after="0" w:line="288" w:lineRule="auto"/>
      <w:textAlignment w:val="center"/>
    </w:pPr>
    <w:rPr>
      <w:rFonts w:ascii="Open Sans Light" w:hAnsi="Open Sans Light" w:cs="Open Sans Light"/>
      <w:color w:val="000000"/>
      <w:spacing w:val="-14"/>
      <w:sz w:val="56"/>
      <w:szCs w:val="56"/>
      <w:lang w:val="en-GB"/>
    </w:rPr>
  </w:style>
  <w:style w:type="paragraph" w:customStyle="1" w:styleId="overview">
    <w:name w:val="overview"/>
    <w:basedOn w:val="defaulttext"/>
    <w:uiPriority w:val="99"/>
    <w:rsid w:val="00811C41"/>
    <w:pPr>
      <w:spacing w:line="340" w:lineRule="atLeast"/>
    </w:pPr>
    <w:rPr>
      <w:sz w:val="24"/>
      <w:szCs w:val="24"/>
    </w:rPr>
  </w:style>
  <w:style w:type="paragraph" w:customStyle="1" w:styleId="Quote1">
    <w:name w:val="Quote1"/>
    <w:basedOn w:val="defaulttext"/>
    <w:uiPriority w:val="99"/>
    <w:rsid w:val="007E09B9"/>
    <w:rPr>
      <w:i/>
      <w:iCs/>
      <w:sz w:val="22"/>
      <w:szCs w:val="22"/>
    </w:rPr>
  </w:style>
  <w:style w:type="paragraph" w:customStyle="1" w:styleId="subtitle">
    <w:name w:val="sub_title"/>
    <w:basedOn w:val="Normal"/>
    <w:link w:val="subtitleChar"/>
    <w:uiPriority w:val="99"/>
    <w:rsid w:val="007E09B9"/>
    <w:pPr>
      <w:autoSpaceDE w:val="0"/>
      <w:autoSpaceDN w:val="0"/>
      <w:adjustRightInd w:val="0"/>
      <w:spacing w:after="113" w:line="288" w:lineRule="auto"/>
      <w:textAlignment w:val="center"/>
    </w:pPr>
    <w:rPr>
      <w:rFonts w:ascii="Open Sans Light" w:hAnsi="Open Sans Light" w:cs="Open Sans Light"/>
      <w:color w:val="FF7702"/>
      <w:sz w:val="40"/>
      <w:szCs w:val="40"/>
      <w:lang w:val="en-GB"/>
    </w:rPr>
  </w:style>
  <w:style w:type="table" w:styleId="TableGrid">
    <w:name w:val="Table Grid"/>
    <w:basedOn w:val="TableNormal"/>
    <w:uiPriority w:val="59"/>
    <w:rsid w:val="007F5C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01C8A"/>
    <w:rPr>
      <w:rFonts w:ascii="Open Sans Light" w:eastAsia="MS Mincho" w:hAnsi="Open Sans Light" w:cs="Times New Roman"/>
      <w:sz w:val="48"/>
      <w:szCs w:val="32"/>
    </w:rPr>
  </w:style>
  <w:style w:type="character" w:customStyle="1" w:styleId="Heading2Char">
    <w:name w:val="Heading 2 Char"/>
    <w:link w:val="Heading2"/>
    <w:uiPriority w:val="9"/>
    <w:rsid w:val="00601C8A"/>
    <w:rPr>
      <w:rFonts w:eastAsia="MS Mincho" w:cs="Times New Roman"/>
      <w:sz w:val="36"/>
      <w:szCs w:val="26"/>
    </w:rPr>
  </w:style>
  <w:style w:type="paragraph" w:customStyle="1" w:styleId="Sub-Heading">
    <w:name w:val="Sub-Heading"/>
    <w:basedOn w:val="subtitle"/>
    <w:link w:val="Sub-HeadingChar"/>
    <w:qFormat/>
    <w:rsid w:val="00C31F00"/>
    <w:pPr>
      <w:spacing w:after="0" w:line="22" w:lineRule="atLeast"/>
      <w:jc w:val="both"/>
    </w:pPr>
    <w:rPr>
      <w:color w:val="008FD5"/>
    </w:rPr>
  </w:style>
  <w:style w:type="character" w:customStyle="1" w:styleId="subtitleChar">
    <w:name w:val="sub_title Char"/>
    <w:link w:val="subtitle"/>
    <w:uiPriority w:val="99"/>
    <w:rsid w:val="00381881"/>
    <w:rPr>
      <w:rFonts w:ascii="Open Sans Light" w:hAnsi="Open Sans Light" w:cs="Open Sans Light"/>
      <w:color w:val="FF7702"/>
      <w:sz w:val="40"/>
      <w:szCs w:val="40"/>
      <w:lang w:val="en-GB"/>
    </w:rPr>
  </w:style>
  <w:style w:type="character" w:customStyle="1" w:styleId="Sub-HeadingChar">
    <w:name w:val="Sub-Heading Char"/>
    <w:link w:val="Sub-Heading"/>
    <w:rsid w:val="00C31F00"/>
    <w:rPr>
      <w:rFonts w:ascii="Open Sans Light" w:hAnsi="Open Sans Light" w:cs="Open Sans Light"/>
      <w:color w:val="008FD5"/>
      <w:sz w:val="40"/>
      <w:szCs w:val="40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2A21F1"/>
    <w:pPr>
      <w:spacing w:before="240" w:line="259" w:lineRule="auto"/>
      <w:outlineLvl w:val="9"/>
    </w:pPr>
    <w:rPr>
      <w:color w:val="365F91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A21F1"/>
    <w:pPr>
      <w:spacing w:after="100"/>
    </w:pPr>
  </w:style>
  <w:style w:type="paragraph" w:customStyle="1" w:styleId="ColorfulList-Accent11">
    <w:name w:val="Colorful List - Accent 11"/>
    <w:basedOn w:val="Normal"/>
    <w:qFormat/>
    <w:rsid w:val="00D24CD5"/>
    <w:pPr>
      <w:spacing w:before="200"/>
      <w:ind w:left="720"/>
      <w:contextualSpacing/>
    </w:pPr>
    <w:rPr>
      <w:rFonts w:eastAsia="MS Mincho"/>
      <w:szCs w:val="20"/>
    </w:rPr>
  </w:style>
  <w:style w:type="character" w:styleId="CommentReference">
    <w:name w:val="annotation reference"/>
    <w:unhideWhenUsed/>
    <w:rsid w:val="0093361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33613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rsid w:val="00933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33613"/>
    <w:rPr>
      <w:b/>
      <w:bCs/>
    </w:rPr>
  </w:style>
  <w:style w:type="character" w:customStyle="1" w:styleId="CommentSubjectChar">
    <w:name w:val="Comment Subject Char"/>
    <w:link w:val="CommentSubject"/>
    <w:rsid w:val="00933613"/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0096C"/>
    <w:pPr>
      <w:spacing w:after="100"/>
      <w:ind w:left="220"/>
    </w:pPr>
  </w:style>
  <w:style w:type="character" w:customStyle="1" w:styleId="Heading5Char">
    <w:name w:val="Heading 5 Char"/>
    <w:link w:val="Heading5"/>
    <w:uiPriority w:val="9"/>
    <w:rsid w:val="00ED6D61"/>
    <w:rPr>
      <w:rFonts w:ascii="Open Sans Light" w:eastAsia="MS Mincho" w:hAnsi="Open Sans Light" w:cs="Times New Roman"/>
      <w:color w:val="243F60"/>
      <w:sz w:val="20"/>
    </w:rPr>
  </w:style>
  <w:style w:type="character" w:customStyle="1" w:styleId="Heading3Char">
    <w:name w:val="Heading 3 Char"/>
    <w:link w:val="Heading3"/>
    <w:uiPriority w:val="9"/>
    <w:rsid w:val="00ED6D61"/>
    <w:rPr>
      <w:rFonts w:eastAsia="MS Mincho"/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ED6D61"/>
    <w:rPr>
      <w:rFonts w:eastAsia="MS Mincho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rsid w:val="00ED6D61"/>
    <w:rPr>
      <w:rFonts w:eastAsia="MS Mincho"/>
      <w:i/>
      <w:caps/>
      <w:spacing w:val="10"/>
      <w:sz w:val="18"/>
      <w:szCs w:val="18"/>
    </w:rPr>
  </w:style>
  <w:style w:type="character" w:styleId="FollowedHyperlink">
    <w:name w:val="FollowedHyperlink"/>
    <w:rsid w:val="00ED6D61"/>
    <w:rPr>
      <w:color w:val="800080"/>
      <w:u w:val="single"/>
    </w:rPr>
  </w:style>
  <w:style w:type="paragraph" w:customStyle="1" w:styleId="MediumGrid21">
    <w:name w:val="Medium Grid 21"/>
    <w:basedOn w:val="Normal"/>
    <w:link w:val="MediumGrid2Char"/>
    <w:uiPriority w:val="1"/>
    <w:qFormat/>
    <w:rsid w:val="00ED6D61"/>
    <w:pPr>
      <w:spacing w:after="0" w:line="240" w:lineRule="auto"/>
    </w:pPr>
    <w:rPr>
      <w:rFonts w:ascii="Open Sans Light" w:eastAsia="MS Mincho" w:hAnsi="Open Sans Light"/>
      <w:szCs w:val="20"/>
    </w:rPr>
  </w:style>
  <w:style w:type="character" w:customStyle="1" w:styleId="PlainTable31">
    <w:name w:val="Plain Table 31"/>
    <w:uiPriority w:val="19"/>
    <w:qFormat/>
    <w:rsid w:val="00ED6D61"/>
    <w:rPr>
      <w:i/>
      <w:iCs/>
      <w:color w:val="243F60"/>
    </w:rPr>
  </w:style>
  <w:style w:type="paragraph" w:styleId="Caption">
    <w:name w:val="caption"/>
    <w:basedOn w:val="Normal"/>
    <w:next w:val="Normal"/>
    <w:uiPriority w:val="35"/>
    <w:qFormat/>
    <w:rsid w:val="00ED6D61"/>
    <w:pPr>
      <w:spacing w:before="200"/>
    </w:pPr>
    <w:rPr>
      <w:rFonts w:ascii="Open Sans Light" w:eastAsia="MS Mincho" w:hAnsi="Open Sans Light"/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D6D61"/>
    <w:pPr>
      <w:spacing w:before="720"/>
    </w:pPr>
    <w:rPr>
      <w:rFonts w:ascii="Open Sans Light" w:eastAsia="MS Mincho" w:hAnsi="Open Sans Light"/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ED6D61"/>
    <w:rPr>
      <w:rFonts w:eastAsia="MS Mincho"/>
      <w:caps/>
      <w:color w:val="4F81BD"/>
      <w:spacing w:val="10"/>
      <w:kern w:val="28"/>
      <w:sz w:val="52"/>
      <w:szCs w:val="52"/>
    </w:rPr>
  </w:style>
  <w:style w:type="paragraph" w:styleId="Subtitle0">
    <w:name w:val="Subtitle"/>
    <w:basedOn w:val="Normal"/>
    <w:next w:val="Normal"/>
    <w:link w:val="SubtitleChar0"/>
    <w:uiPriority w:val="11"/>
    <w:qFormat/>
    <w:rsid w:val="00ED6D61"/>
    <w:pPr>
      <w:spacing w:before="200" w:after="1000" w:line="240" w:lineRule="auto"/>
    </w:pPr>
    <w:rPr>
      <w:rFonts w:ascii="Open Sans Light" w:eastAsia="MS Mincho" w:hAnsi="Open Sans Light"/>
      <w:caps/>
      <w:color w:val="595959"/>
      <w:spacing w:val="10"/>
      <w:sz w:val="24"/>
      <w:szCs w:val="24"/>
    </w:rPr>
  </w:style>
  <w:style w:type="character" w:customStyle="1" w:styleId="SubtitleChar0">
    <w:name w:val="Subtitle Char"/>
    <w:link w:val="Subtitle0"/>
    <w:uiPriority w:val="11"/>
    <w:rsid w:val="00ED6D61"/>
    <w:rPr>
      <w:rFonts w:eastAsia="MS Mincho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ED6D61"/>
    <w:rPr>
      <w:b/>
      <w:bCs/>
    </w:rPr>
  </w:style>
  <w:style w:type="character" w:styleId="Emphasis">
    <w:name w:val="Emphasis"/>
    <w:uiPriority w:val="20"/>
    <w:qFormat/>
    <w:rsid w:val="00ED6D61"/>
    <w:rPr>
      <w:caps/>
      <w:color w:val="243F60"/>
      <w:spacing w:val="5"/>
    </w:rPr>
  </w:style>
  <w:style w:type="character" w:customStyle="1" w:styleId="MediumGrid2Char">
    <w:name w:val="Medium Grid 2 Char"/>
    <w:link w:val="MediumGrid21"/>
    <w:uiPriority w:val="1"/>
    <w:rsid w:val="00ED6D61"/>
    <w:rPr>
      <w:rFonts w:eastAsia="MS Mincho"/>
      <w:sz w:val="20"/>
      <w:szCs w:val="20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ED6D61"/>
    <w:pPr>
      <w:spacing w:before="200"/>
    </w:pPr>
    <w:rPr>
      <w:rFonts w:ascii="Open Sans Light" w:eastAsia="MS Mincho" w:hAnsi="Open Sans Light"/>
      <w:i/>
      <w:iCs/>
      <w:szCs w:val="20"/>
    </w:rPr>
  </w:style>
  <w:style w:type="character" w:customStyle="1" w:styleId="ColorfulGrid-Accent1Char">
    <w:name w:val="Colorful Grid - Accent 1 Char"/>
    <w:link w:val="ColorfulGrid-Accent11"/>
    <w:uiPriority w:val="29"/>
    <w:rsid w:val="00ED6D61"/>
    <w:rPr>
      <w:rFonts w:eastAsia="MS Mincho"/>
      <w:i/>
      <w:iCs/>
      <w:sz w:val="20"/>
      <w:szCs w:val="2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ED6D61"/>
    <w:pPr>
      <w:pBdr>
        <w:top w:val="single" w:sz="4" w:space="10" w:color="4F81BD"/>
        <w:left w:val="single" w:sz="4" w:space="10" w:color="4F81BD"/>
      </w:pBdr>
      <w:spacing w:before="200" w:after="0"/>
      <w:ind w:left="1296" w:right="1152"/>
      <w:jc w:val="both"/>
    </w:pPr>
    <w:rPr>
      <w:rFonts w:ascii="Open Sans Light" w:eastAsia="MS Mincho" w:hAnsi="Open Sans Light"/>
      <w:i/>
      <w:iCs/>
      <w:color w:val="4F81BD"/>
      <w:szCs w:val="20"/>
    </w:rPr>
  </w:style>
  <w:style w:type="character" w:customStyle="1" w:styleId="LightShading-Accent2Char">
    <w:name w:val="Light Shading - Accent 2 Char"/>
    <w:link w:val="LightShading-Accent21"/>
    <w:uiPriority w:val="30"/>
    <w:rsid w:val="00ED6D61"/>
    <w:rPr>
      <w:rFonts w:eastAsia="MS Mincho"/>
      <w:i/>
      <w:iCs/>
      <w:color w:val="4F81BD"/>
      <w:sz w:val="20"/>
      <w:szCs w:val="20"/>
    </w:rPr>
  </w:style>
  <w:style w:type="character" w:customStyle="1" w:styleId="PlainTable41">
    <w:name w:val="Plain Table 41"/>
    <w:uiPriority w:val="21"/>
    <w:qFormat/>
    <w:rsid w:val="00ED6D61"/>
    <w:rPr>
      <w:b/>
      <w:bCs/>
      <w:caps/>
      <w:color w:val="243F60"/>
      <w:spacing w:val="10"/>
    </w:rPr>
  </w:style>
  <w:style w:type="character" w:customStyle="1" w:styleId="PlainTable51">
    <w:name w:val="Plain Table 51"/>
    <w:uiPriority w:val="31"/>
    <w:qFormat/>
    <w:rsid w:val="00ED6D61"/>
    <w:rPr>
      <w:b/>
      <w:bCs/>
      <w:color w:val="4F81BD"/>
    </w:rPr>
  </w:style>
  <w:style w:type="character" w:customStyle="1" w:styleId="TableGridLight1">
    <w:name w:val="Table Grid Light1"/>
    <w:uiPriority w:val="32"/>
    <w:qFormat/>
    <w:rsid w:val="00ED6D61"/>
    <w:rPr>
      <w:b/>
      <w:bCs/>
      <w:i/>
      <w:iCs/>
      <w:caps/>
      <w:color w:val="4F81BD"/>
    </w:rPr>
  </w:style>
  <w:style w:type="character" w:customStyle="1" w:styleId="GridTable1Light1">
    <w:name w:val="Grid Table 1 Light1"/>
    <w:uiPriority w:val="33"/>
    <w:qFormat/>
    <w:rsid w:val="00ED6D61"/>
    <w:rPr>
      <w:b/>
      <w:bCs/>
      <w:i/>
      <w:iCs/>
      <w:spacing w:val="9"/>
    </w:rPr>
  </w:style>
  <w:style w:type="character" w:styleId="PageNumber">
    <w:name w:val="page number"/>
    <w:basedOn w:val="DefaultParagraphFont"/>
    <w:rsid w:val="00ED6D61"/>
  </w:style>
  <w:style w:type="character" w:customStyle="1" w:styleId="username">
    <w:name w:val="username"/>
    <w:basedOn w:val="DefaultParagraphFont"/>
    <w:rsid w:val="00ED6D61"/>
  </w:style>
  <w:style w:type="character" w:customStyle="1" w:styleId="timestamp">
    <w:name w:val="_timestamp"/>
    <w:basedOn w:val="DefaultParagraphFont"/>
    <w:rsid w:val="00ED6D61"/>
  </w:style>
  <w:style w:type="paragraph" w:customStyle="1" w:styleId="js-tweet-text">
    <w:name w:val="js-tweet-text"/>
    <w:basedOn w:val="Normal"/>
    <w:rsid w:val="00ED6D61"/>
    <w:pPr>
      <w:spacing w:before="100" w:beforeAutospacing="1" w:after="100" w:afterAutospacing="1" w:line="240" w:lineRule="auto"/>
    </w:pPr>
    <w:rPr>
      <w:rFonts w:ascii="Times" w:eastAsia="MS Mincho" w:hAnsi="Times"/>
      <w:szCs w:val="20"/>
    </w:rPr>
  </w:style>
  <w:style w:type="paragraph" w:styleId="TOC3">
    <w:name w:val="toc 3"/>
    <w:basedOn w:val="Normal"/>
    <w:next w:val="Normal"/>
    <w:autoRedefine/>
    <w:uiPriority w:val="39"/>
    <w:rsid w:val="00ED6D61"/>
    <w:pPr>
      <w:spacing w:after="0"/>
      <w:ind w:left="400"/>
    </w:pPr>
    <w:rPr>
      <w:rFonts w:ascii="Open Sans Light" w:eastAsia="MS Mincho" w:hAnsi="Open Sans Light"/>
      <w:sz w:val="22"/>
    </w:rPr>
  </w:style>
  <w:style w:type="paragraph" w:styleId="TOC4">
    <w:name w:val="toc 4"/>
    <w:basedOn w:val="Normal"/>
    <w:next w:val="Normal"/>
    <w:autoRedefine/>
    <w:rsid w:val="00ED6D61"/>
    <w:pPr>
      <w:spacing w:after="0"/>
      <w:ind w:left="600"/>
    </w:pPr>
    <w:rPr>
      <w:rFonts w:ascii="Open Sans Light" w:eastAsia="MS Mincho" w:hAnsi="Open Sans Light"/>
      <w:szCs w:val="20"/>
    </w:rPr>
  </w:style>
  <w:style w:type="paragraph" w:styleId="TOC5">
    <w:name w:val="toc 5"/>
    <w:basedOn w:val="Normal"/>
    <w:next w:val="Normal"/>
    <w:autoRedefine/>
    <w:rsid w:val="00ED6D61"/>
    <w:pPr>
      <w:spacing w:after="0"/>
      <w:ind w:left="800"/>
    </w:pPr>
    <w:rPr>
      <w:rFonts w:ascii="Open Sans Light" w:eastAsia="MS Mincho" w:hAnsi="Open Sans Light"/>
      <w:szCs w:val="20"/>
    </w:rPr>
  </w:style>
  <w:style w:type="paragraph" w:styleId="TOC6">
    <w:name w:val="toc 6"/>
    <w:basedOn w:val="Normal"/>
    <w:next w:val="Normal"/>
    <w:autoRedefine/>
    <w:rsid w:val="00ED6D61"/>
    <w:pPr>
      <w:spacing w:after="0"/>
      <w:ind w:left="1000"/>
    </w:pPr>
    <w:rPr>
      <w:rFonts w:ascii="Open Sans Light" w:eastAsia="MS Mincho" w:hAnsi="Open Sans Light"/>
      <w:szCs w:val="20"/>
    </w:rPr>
  </w:style>
  <w:style w:type="paragraph" w:styleId="TOC7">
    <w:name w:val="toc 7"/>
    <w:basedOn w:val="Normal"/>
    <w:next w:val="Normal"/>
    <w:autoRedefine/>
    <w:rsid w:val="00ED6D61"/>
    <w:pPr>
      <w:spacing w:after="0"/>
      <w:ind w:left="1200"/>
    </w:pPr>
    <w:rPr>
      <w:rFonts w:ascii="Open Sans Light" w:eastAsia="MS Mincho" w:hAnsi="Open Sans Light"/>
      <w:szCs w:val="20"/>
    </w:rPr>
  </w:style>
  <w:style w:type="paragraph" w:styleId="TOC8">
    <w:name w:val="toc 8"/>
    <w:basedOn w:val="Normal"/>
    <w:next w:val="Normal"/>
    <w:autoRedefine/>
    <w:rsid w:val="00ED6D61"/>
    <w:pPr>
      <w:spacing w:after="0"/>
      <w:ind w:left="1400"/>
    </w:pPr>
    <w:rPr>
      <w:rFonts w:ascii="Open Sans Light" w:eastAsia="MS Mincho" w:hAnsi="Open Sans Light"/>
      <w:szCs w:val="20"/>
    </w:rPr>
  </w:style>
  <w:style w:type="paragraph" w:styleId="TOC9">
    <w:name w:val="toc 9"/>
    <w:basedOn w:val="Normal"/>
    <w:next w:val="Normal"/>
    <w:autoRedefine/>
    <w:rsid w:val="00ED6D61"/>
    <w:pPr>
      <w:spacing w:after="0"/>
      <w:ind w:left="1600"/>
    </w:pPr>
    <w:rPr>
      <w:rFonts w:ascii="Open Sans Light" w:eastAsia="MS Mincho" w:hAnsi="Open Sans Light"/>
      <w:szCs w:val="20"/>
    </w:rPr>
  </w:style>
  <w:style w:type="paragraph" w:styleId="NormalWeb">
    <w:name w:val="Normal (Web)"/>
    <w:basedOn w:val="Normal"/>
    <w:uiPriority w:val="99"/>
    <w:unhideWhenUsed/>
    <w:rsid w:val="00ED6D61"/>
    <w:pPr>
      <w:spacing w:before="100" w:beforeAutospacing="1" w:after="100" w:afterAutospacing="1" w:line="240" w:lineRule="auto"/>
    </w:pPr>
    <w:rPr>
      <w:rFonts w:ascii="Times" w:eastAsia="MS Mincho" w:hAnsi="Times"/>
      <w:szCs w:val="20"/>
    </w:rPr>
  </w:style>
  <w:style w:type="paragraph" w:customStyle="1" w:styleId="ColorfulShading-Accent11">
    <w:name w:val="Colorful Shading - Accent 11"/>
    <w:hidden/>
    <w:rsid w:val="00ED6D61"/>
    <w:rPr>
      <w:rFonts w:eastAsia="MS Mincho"/>
    </w:rPr>
  </w:style>
  <w:style w:type="paragraph" w:styleId="ListParagraph">
    <w:name w:val="List Paragraph"/>
    <w:basedOn w:val="Normal"/>
    <w:uiPriority w:val="34"/>
    <w:qFormat/>
    <w:rsid w:val="0085718E"/>
    <w:pPr>
      <w:spacing w:before="200"/>
      <w:ind w:left="720"/>
      <w:contextualSpacing/>
    </w:pPr>
    <w:rPr>
      <w:rFonts w:eastAsia="MS Mincho" w:cstheme="minorBidi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Open Sans Light" w:eastAsia="Open Sans Light" w:hAnsi="Open Sans Ligh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35" w:unhideWhenUsed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0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1B80"/>
    <w:pPr>
      <w:spacing w:after="200" w:line="276" w:lineRule="auto"/>
    </w:pPr>
    <w:rPr>
      <w:rFonts w:ascii="Open Sans" w:hAnsi="Open Sans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C8A"/>
    <w:pPr>
      <w:keepNext/>
      <w:keepLines/>
      <w:spacing w:after="0"/>
      <w:outlineLvl w:val="0"/>
    </w:pPr>
    <w:rPr>
      <w:rFonts w:ascii="Open Sans Light" w:eastAsia="MS Mincho" w:hAnsi="Open Sans Light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01C8A"/>
    <w:pPr>
      <w:keepNext/>
      <w:keepLines/>
      <w:spacing w:after="0"/>
      <w:outlineLvl w:val="1"/>
    </w:pPr>
    <w:rPr>
      <w:rFonts w:ascii="Open Sans Light" w:eastAsia="MS Mincho" w:hAnsi="Open Sans Light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D6D61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rFonts w:ascii="Open Sans Light" w:eastAsia="MS Mincho" w:hAnsi="Open Sans Light"/>
      <w:caps/>
      <w:color w:val="243F60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6D61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6D61"/>
    <w:pPr>
      <w:keepNext/>
      <w:keepLines/>
      <w:spacing w:before="200" w:after="0"/>
      <w:outlineLvl w:val="4"/>
    </w:pPr>
    <w:rPr>
      <w:rFonts w:ascii="Open Sans Light" w:eastAsia="MS Mincho" w:hAnsi="Open Sans Light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D6D61"/>
    <w:pPr>
      <w:pBdr>
        <w:bottom w:val="dotted" w:sz="6" w:space="1" w:color="4F81BD"/>
      </w:pBdr>
      <w:spacing w:before="300" w:after="0"/>
      <w:outlineLvl w:val="5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ED6D61"/>
    <w:pPr>
      <w:spacing w:before="300" w:after="0"/>
      <w:outlineLvl w:val="6"/>
    </w:pPr>
    <w:rPr>
      <w:rFonts w:ascii="Open Sans Light" w:eastAsia="MS Mincho" w:hAnsi="Open Sans Light"/>
      <w:caps/>
      <w:color w:val="365F91"/>
      <w:spacing w:val="10"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ED6D61"/>
    <w:pPr>
      <w:spacing w:before="300" w:after="0"/>
      <w:outlineLvl w:val="7"/>
    </w:pPr>
    <w:rPr>
      <w:rFonts w:ascii="Open Sans Light" w:eastAsia="MS Mincho" w:hAnsi="Open Sans Light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ED6D61"/>
    <w:pPr>
      <w:spacing w:before="300" w:after="0"/>
      <w:outlineLvl w:val="8"/>
    </w:pPr>
    <w:rPr>
      <w:rFonts w:ascii="Open Sans Light" w:eastAsia="MS Mincho" w:hAnsi="Open Sans Light"/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3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9D7"/>
  </w:style>
  <w:style w:type="paragraph" w:styleId="Footer">
    <w:name w:val="footer"/>
    <w:basedOn w:val="Normal"/>
    <w:link w:val="FooterChar"/>
    <w:uiPriority w:val="99"/>
    <w:unhideWhenUsed/>
    <w:rsid w:val="00D37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9D7"/>
  </w:style>
  <w:style w:type="paragraph" w:styleId="BalloonText">
    <w:name w:val="Balloon Text"/>
    <w:basedOn w:val="Normal"/>
    <w:link w:val="BalloonTextChar"/>
    <w:unhideWhenUsed/>
    <w:rsid w:val="00D3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379D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A958A6"/>
    <w:rPr>
      <w:color w:val="009CCB"/>
      <w:u w:val="single"/>
    </w:rPr>
  </w:style>
  <w:style w:type="paragraph" w:customStyle="1" w:styleId="defaulttext">
    <w:name w:val="default_text"/>
    <w:basedOn w:val="Normal"/>
    <w:uiPriority w:val="99"/>
    <w:rsid w:val="00D36225"/>
    <w:pPr>
      <w:autoSpaceDE w:val="0"/>
      <w:autoSpaceDN w:val="0"/>
      <w:adjustRightInd w:val="0"/>
      <w:spacing w:after="170" w:line="300" w:lineRule="atLeast"/>
      <w:textAlignment w:val="center"/>
    </w:pPr>
    <w:rPr>
      <w:rFonts w:ascii="Open Sans Light" w:hAnsi="Open Sans Light" w:cs="Open Sans Light"/>
      <w:color w:val="000000"/>
      <w:szCs w:val="20"/>
      <w:lang w:val="en-GB"/>
    </w:rPr>
  </w:style>
  <w:style w:type="character" w:customStyle="1" w:styleId="bullet">
    <w:name w:val="bullet"/>
    <w:uiPriority w:val="99"/>
    <w:rsid w:val="00D36225"/>
    <w:rPr>
      <w:color w:val="FF7702"/>
    </w:rPr>
  </w:style>
  <w:style w:type="paragraph" w:customStyle="1" w:styleId="maintittle">
    <w:name w:val="main_tittle"/>
    <w:basedOn w:val="Normal"/>
    <w:uiPriority w:val="99"/>
    <w:rsid w:val="00811C41"/>
    <w:pPr>
      <w:autoSpaceDE w:val="0"/>
      <w:autoSpaceDN w:val="0"/>
      <w:adjustRightInd w:val="0"/>
      <w:spacing w:after="0" w:line="288" w:lineRule="auto"/>
      <w:textAlignment w:val="center"/>
    </w:pPr>
    <w:rPr>
      <w:rFonts w:ascii="Open Sans Light" w:hAnsi="Open Sans Light" w:cs="Open Sans Light"/>
      <w:color w:val="000000"/>
      <w:spacing w:val="-14"/>
      <w:sz w:val="56"/>
      <w:szCs w:val="56"/>
      <w:lang w:val="en-GB"/>
    </w:rPr>
  </w:style>
  <w:style w:type="paragraph" w:customStyle="1" w:styleId="overview">
    <w:name w:val="overview"/>
    <w:basedOn w:val="defaulttext"/>
    <w:uiPriority w:val="99"/>
    <w:rsid w:val="00811C41"/>
    <w:pPr>
      <w:spacing w:line="340" w:lineRule="atLeast"/>
    </w:pPr>
    <w:rPr>
      <w:sz w:val="24"/>
      <w:szCs w:val="24"/>
    </w:rPr>
  </w:style>
  <w:style w:type="paragraph" w:customStyle="1" w:styleId="Quote1">
    <w:name w:val="Quote1"/>
    <w:basedOn w:val="defaulttext"/>
    <w:uiPriority w:val="99"/>
    <w:rsid w:val="007E09B9"/>
    <w:rPr>
      <w:i/>
      <w:iCs/>
      <w:sz w:val="22"/>
      <w:szCs w:val="22"/>
    </w:rPr>
  </w:style>
  <w:style w:type="paragraph" w:customStyle="1" w:styleId="subtitle">
    <w:name w:val="sub_title"/>
    <w:basedOn w:val="Normal"/>
    <w:link w:val="subtitleChar"/>
    <w:uiPriority w:val="99"/>
    <w:rsid w:val="007E09B9"/>
    <w:pPr>
      <w:autoSpaceDE w:val="0"/>
      <w:autoSpaceDN w:val="0"/>
      <w:adjustRightInd w:val="0"/>
      <w:spacing w:after="113" w:line="288" w:lineRule="auto"/>
      <w:textAlignment w:val="center"/>
    </w:pPr>
    <w:rPr>
      <w:rFonts w:ascii="Open Sans Light" w:hAnsi="Open Sans Light" w:cs="Open Sans Light"/>
      <w:color w:val="FF7702"/>
      <w:sz w:val="40"/>
      <w:szCs w:val="40"/>
      <w:lang w:val="en-GB"/>
    </w:rPr>
  </w:style>
  <w:style w:type="table" w:styleId="TableGrid">
    <w:name w:val="Table Grid"/>
    <w:basedOn w:val="TableNormal"/>
    <w:uiPriority w:val="59"/>
    <w:rsid w:val="007F5C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01C8A"/>
    <w:rPr>
      <w:rFonts w:ascii="Open Sans Light" w:eastAsia="MS Mincho" w:hAnsi="Open Sans Light" w:cs="Times New Roman"/>
      <w:sz w:val="48"/>
      <w:szCs w:val="32"/>
    </w:rPr>
  </w:style>
  <w:style w:type="character" w:customStyle="1" w:styleId="Heading2Char">
    <w:name w:val="Heading 2 Char"/>
    <w:link w:val="Heading2"/>
    <w:uiPriority w:val="9"/>
    <w:rsid w:val="00601C8A"/>
    <w:rPr>
      <w:rFonts w:eastAsia="MS Mincho" w:cs="Times New Roman"/>
      <w:sz w:val="36"/>
      <w:szCs w:val="26"/>
    </w:rPr>
  </w:style>
  <w:style w:type="paragraph" w:customStyle="1" w:styleId="Sub-Heading">
    <w:name w:val="Sub-Heading"/>
    <w:basedOn w:val="subtitle"/>
    <w:link w:val="Sub-HeadingChar"/>
    <w:qFormat/>
    <w:rsid w:val="00C31F00"/>
    <w:pPr>
      <w:spacing w:after="0" w:line="22" w:lineRule="atLeast"/>
      <w:jc w:val="both"/>
    </w:pPr>
    <w:rPr>
      <w:color w:val="008FD5"/>
    </w:rPr>
  </w:style>
  <w:style w:type="character" w:customStyle="1" w:styleId="subtitleChar">
    <w:name w:val="sub_title Char"/>
    <w:link w:val="subtitle"/>
    <w:uiPriority w:val="99"/>
    <w:rsid w:val="00381881"/>
    <w:rPr>
      <w:rFonts w:ascii="Open Sans Light" w:hAnsi="Open Sans Light" w:cs="Open Sans Light"/>
      <w:color w:val="FF7702"/>
      <w:sz w:val="40"/>
      <w:szCs w:val="40"/>
      <w:lang w:val="en-GB"/>
    </w:rPr>
  </w:style>
  <w:style w:type="character" w:customStyle="1" w:styleId="Sub-HeadingChar">
    <w:name w:val="Sub-Heading Char"/>
    <w:link w:val="Sub-Heading"/>
    <w:rsid w:val="00C31F00"/>
    <w:rPr>
      <w:rFonts w:ascii="Open Sans Light" w:hAnsi="Open Sans Light" w:cs="Open Sans Light"/>
      <w:color w:val="008FD5"/>
      <w:sz w:val="40"/>
      <w:szCs w:val="40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2A21F1"/>
    <w:pPr>
      <w:spacing w:before="240" w:line="259" w:lineRule="auto"/>
      <w:outlineLvl w:val="9"/>
    </w:pPr>
    <w:rPr>
      <w:color w:val="365F91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A21F1"/>
    <w:pPr>
      <w:spacing w:after="100"/>
    </w:pPr>
  </w:style>
  <w:style w:type="paragraph" w:customStyle="1" w:styleId="ColorfulList-Accent11">
    <w:name w:val="Colorful List - Accent 11"/>
    <w:basedOn w:val="Normal"/>
    <w:qFormat/>
    <w:rsid w:val="00D24CD5"/>
    <w:pPr>
      <w:spacing w:before="200"/>
      <w:ind w:left="720"/>
      <w:contextualSpacing/>
    </w:pPr>
    <w:rPr>
      <w:rFonts w:eastAsia="MS Mincho"/>
      <w:szCs w:val="20"/>
    </w:rPr>
  </w:style>
  <w:style w:type="character" w:styleId="CommentReference">
    <w:name w:val="annotation reference"/>
    <w:unhideWhenUsed/>
    <w:rsid w:val="0093361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33613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rsid w:val="00933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33613"/>
    <w:rPr>
      <w:b/>
      <w:bCs/>
    </w:rPr>
  </w:style>
  <w:style w:type="character" w:customStyle="1" w:styleId="CommentSubjectChar">
    <w:name w:val="Comment Subject Char"/>
    <w:link w:val="CommentSubject"/>
    <w:rsid w:val="00933613"/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0096C"/>
    <w:pPr>
      <w:spacing w:after="100"/>
      <w:ind w:left="220"/>
    </w:pPr>
  </w:style>
  <w:style w:type="character" w:customStyle="1" w:styleId="Heading5Char">
    <w:name w:val="Heading 5 Char"/>
    <w:link w:val="Heading5"/>
    <w:uiPriority w:val="9"/>
    <w:rsid w:val="00ED6D61"/>
    <w:rPr>
      <w:rFonts w:ascii="Open Sans Light" w:eastAsia="MS Mincho" w:hAnsi="Open Sans Light" w:cs="Times New Roman"/>
      <w:color w:val="243F60"/>
      <w:sz w:val="20"/>
    </w:rPr>
  </w:style>
  <w:style w:type="character" w:customStyle="1" w:styleId="Heading3Char">
    <w:name w:val="Heading 3 Char"/>
    <w:link w:val="Heading3"/>
    <w:uiPriority w:val="9"/>
    <w:rsid w:val="00ED6D61"/>
    <w:rPr>
      <w:rFonts w:eastAsia="MS Mincho"/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ED6D61"/>
    <w:rPr>
      <w:rFonts w:eastAsia="MS Mincho"/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ED6D61"/>
    <w:rPr>
      <w:rFonts w:eastAsia="MS Mincho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rsid w:val="00ED6D61"/>
    <w:rPr>
      <w:rFonts w:eastAsia="MS Mincho"/>
      <w:i/>
      <w:caps/>
      <w:spacing w:val="10"/>
      <w:sz w:val="18"/>
      <w:szCs w:val="18"/>
    </w:rPr>
  </w:style>
  <w:style w:type="character" w:styleId="FollowedHyperlink">
    <w:name w:val="FollowedHyperlink"/>
    <w:rsid w:val="00ED6D61"/>
    <w:rPr>
      <w:color w:val="800080"/>
      <w:u w:val="single"/>
    </w:rPr>
  </w:style>
  <w:style w:type="paragraph" w:customStyle="1" w:styleId="MediumGrid21">
    <w:name w:val="Medium Grid 21"/>
    <w:basedOn w:val="Normal"/>
    <w:link w:val="MediumGrid2Char"/>
    <w:uiPriority w:val="1"/>
    <w:qFormat/>
    <w:rsid w:val="00ED6D61"/>
    <w:pPr>
      <w:spacing w:after="0" w:line="240" w:lineRule="auto"/>
    </w:pPr>
    <w:rPr>
      <w:rFonts w:ascii="Open Sans Light" w:eastAsia="MS Mincho" w:hAnsi="Open Sans Light"/>
      <w:szCs w:val="20"/>
    </w:rPr>
  </w:style>
  <w:style w:type="character" w:customStyle="1" w:styleId="PlainTable31">
    <w:name w:val="Plain Table 31"/>
    <w:uiPriority w:val="19"/>
    <w:qFormat/>
    <w:rsid w:val="00ED6D61"/>
    <w:rPr>
      <w:i/>
      <w:iCs/>
      <w:color w:val="243F60"/>
    </w:rPr>
  </w:style>
  <w:style w:type="paragraph" w:styleId="Caption">
    <w:name w:val="caption"/>
    <w:basedOn w:val="Normal"/>
    <w:next w:val="Normal"/>
    <w:uiPriority w:val="35"/>
    <w:qFormat/>
    <w:rsid w:val="00ED6D61"/>
    <w:pPr>
      <w:spacing w:before="200"/>
    </w:pPr>
    <w:rPr>
      <w:rFonts w:ascii="Open Sans Light" w:eastAsia="MS Mincho" w:hAnsi="Open Sans Light"/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D6D61"/>
    <w:pPr>
      <w:spacing w:before="720"/>
    </w:pPr>
    <w:rPr>
      <w:rFonts w:ascii="Open Sans Light" w:eastAsia="MS Mincho" w:hAnsi="Open Sans Light"/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ED6D61"/>
    <w:rPr>
      <w:rFonts w:eastAsia="MS Mincho"/>
      <w:caps/>
      <w:color w:val="4F81BD"/>
      <w:spacing w:val="10"/>
      <w:kern w:val="28"/>
      <w:sz w:val="52"/>
      <w:szCs w:val="52"/>
    </w:rPr>
  </w:style>
  <w:style w:type="paragraph" w:styleId="Subtitle0">
    <w:name w:val="Subtitle"/>
    <w:basedOn w:val="Normal"/>
    <w:next w:val="Normal"/>
    <w:link w:val="SubtitleChar0"/>
    <w:uiPriority w:val="11"/>
    <w:qFormat/>
    <w:rsid w:val="00ED6D61"/>
    <w:pPr>
      <w:spacing w:before="200" w:after="1000" w:line="240" w:lineRule="auto"/>
    </w:pPr>
    <w:rPr>
      <w:rFonts w:ascii="Open Sans Light" w:eastAsia="MS Mincho" w:hAnsi="Open Sans Light"/>
      <w:caps/>
      <w:color w:val="595959"/>
      <w:spacing w:val="10"/>
      <w:sz w:val="24"/>
      <w:szCs w:val="24"/>
    </w:rPr>
  </w:style>
  <w:style w:type="character" w:customStyle="1" w:styleId="SubtitleChar0">
    <w:name w:val="Subtitle Char"/>
    <w:link w:val="Subtitle0"/>
    <w:uiPriority w:val="11"/>
    <w:rsid w:val="00ED6D61"/>
    <w:rPr>
      <w:rFonts w:eastAsia="MS Mincho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ED6D61"/>
    <w:rPr>
      <w:b/>
      <w:bCs/>
    </w:rPr>
  </w:style>
  <w:style w:type="character" w:styleId="Emphasis">
    <w:name w:val="Emphasis"/>
    <w:uiPriority w:val="20"/>
    <w:qFormat/>
    <w:rsid w:val="00ED6D61"/>
    <w:rPr>
      <w:caps/>
      <w:color w:val="243F60"/>
      <w:spacing w:val="5"/>
    </w:rPr>
  </w:style>
  <w:style w:type="character" w:customStyle="1" w:styleId="MediumGrid2Char">
    <w:name w:val="Medium Grid 2 Char"/>
    <w:link w:val="MediumGrid21"/>
    <w:uiPriority w:val="1"/>
    <w:rsid w:val="00ED6D61"/>
    <w:rPr>
      <w:rFonts w:eastAsia="MS Mincho"/>
      <w:sz w:val="20"/>
      <w:szCs w:val="20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ED6D61"/>
    <w:pPr>
      <w:spacing w:before="200"/>
    </w:pPr>
    <w:rPr>
      <w:rFonts w:ascii="Open Sans Light" w:eastAsia="MS Mincho" w:hAnsi="Open Sans Light"/>
      <w:i/>
      <w:iCs/>
      <w:szCs w:val="20"/>
    </w:rPr>
  </w:style>
  <w:style w:type="character" w:customStyle="1" w:styleId="ColorfulGrid-Accent1Char">
    <w:name w:val="Colorful Grid - Accent 1 Char"/>
    <w:link w:val="ColorfulGrid-Accent11"/>
    <w:uiPriority w:val="29"/>
    <w:rsid w:val="00ED6D61"/>
    <w:rPr>
      <w:rFonts w:eastAsia="MS Mincho"/>
      <w:i/>
      <w:iCs/>
      <w:sz w:val="20"/>
      <w:szCs w:val="2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ED6D61"/>
    <w:pPr>
      <w:pBdr>
        <w:top w:val="single" w:sz="4" w:space="10" w:color="4F81BD"/>
        <w:left w:val="single" w:sz="4" w:space="10" w:color="4F81BD"/>
      </w:pBdr>
      <w:spacing w:before="200" w:after="0"/>
      <w:ind w:left="1296" w:right="1152"/>
      <w:jc w:val="both"/>
    </w:pPr>
    <w:rPr>
      <w:rFonts w:ascii="Open Sans Light" w:eastAsia="MS Mincho" w:hAnsi="Open Sans Light"/>
      <w:i/>
      <w:iCs/>
      <w:color w:val="4F81BD"/>
      <w:szCs w:val="20"/>
    </w:rPr>
  </w:style>
  <w:style w:type="character" w:customStyle="1" w:styleId="LightShading-Accent2Char">
    <w:name w:val="Light Shading - Accent 2 Char"/>
    <w:link w:val="LightShading-Accent21"/>
    <w:uiPriority w:val="30"/>
    <w:rsid w:val="00ED6D61"/>
    <w:rPr>
      <w:rFonts w:eastAsia="MS Mincho"/>
      <w:i/>
      <w:iCs/>
      <w:color w:val="4F81BD"/>
      <w:sz w:val="20"/>
      <w:szCs w:val="20"/>
    </w:rPr>
  </w:style>
  <w:style w:type="character" w:customStyle="1" w:styleId="PlainTable41">
    <w:name w:val="Plain Table 41"/>
    <w:uiPriority w:val="21"/>
    <w:qFormat/>
    <w:rsid w:val="00ED6D61"/>
    <w:rPr>
      <w:b/>
      <w:bCs/>
      <w:caps/>
      <w:color w:val="243F60"/>
      <w:spacing w:val="10"/>
    </w:rPr>
  </w:style>
  <w:style w:type="character" w:customStyle="1" w:styleId="PlainTable51">
    <w:name w:val="Plain Table 51"/>
    <w:uiPriority w:val="31"/>
    <w:qFormat/>
    <w:rsid w:val="00ED6D61"/>
    <w:rPr>
      <w:b/>
      <w:bCs/>
      <w:color w:val="4F81BD"/>
    </w:rPr>
  </w:style>
  <w:style w:type="character" w:customStyle="1" w:styleId="TableGridLight1">
    <w:name w:val="Table Grid Light1"/>
    <w:uiPriority w:val="32"/>
    <w:qFormat/>
    <w:rsid w:val="00ED6D61"/>
    <w:rPr>
      <w:b/>
      <w:bCs/>
      <w:i/>
      <w:iCs/>
      <w:caps/>
      <w:color w:val="4F81BD"/>
    </w:rPr>
  </w:style>
  <w:style w:type="character" w:customStyle="1" w:styleId="GridTable1Light1">
    <w:name w:val="Grid Table 1 Light1"/>
    <w:uiPriority w:val="33"/>
    <w:qFormat/>
    <w:rsid w:val="00ED6D61"/>
    <w:rPr>
      <w:b/>
      <w:bCs/>
      <w:i/>
      <w:iCs/>
      <w:spacing w:val="9"/>
    </w:rPr>
  </w:style>
  <w:style w:type="character" w:styleId="PageNumber">
    <w:name w:val="page number"/>
    <w:basedOn w:val="DefaultParagraphFont"/>
    <w:rsid w:val="00ED6D61"/>
  </w:style>
  <w:style w:type="character" w:customStyle="1" w:styleId="username">
    <w:name w:val="username"/>
    <w:basedOn w:val="DefaultParagraphFont"/>
    <w:rsid w:val="00ED6D61"/>
  </w:style>
  <w:style w:type="character" w:customStyle="1" w:styleId="timestamp">
    <w:name w:val="_timestamp"/>
    <w:basedOn w:val="DefaultParagraphFont"/>
    <w:rsid w:val="00ED6D61"/>
  </w:style>
  <w:style w:type="paragraph" w:customStyle="1" w:styleId="js-tweet-text">
    <w:name w:val="js-tweet-text"/>
    <w:basedOn w:val="Normal"/>
    <w:rsid w:val="00ED6D61"/>
    <w:pPr>
      <w:spacing w:before="100" w:beforeAutospacing="1" w:after="100" w:afterAutospacing="1" w:line="240" w:lineRule="auto"/>
    </w:pPr>
    <w:rPr>
      <w:rFonts w:ascii="Times" w:eastAsia="MS Mincho" w:hAnsi="Times"/>
      <w:szCs w:val="20"/>
    </w:rPr>
  </w:style>
  <w:style w:type="paragraph" w:styleId="TOC3">
    <w:name w:val="toc 3"/>
    <w:basedOn w:val="Normal"/>
    <w:next w:val="Normal"/>
    <w:autoRedefine/>
    <w:uiPriority w:val="39"/>
    <w:rsid w:val="00ED6D61"/>
    <w:pPr>
      <w:spacing w:after="0"/>
      <w:ind w:left="400"/>
    </w:pPr>
    <w:rPr>
      <w:rFonts w:ascii="Open Sans Light" w:eastAsia="MS Mincho" w:hAnsi="Open Sans Light"/>
      <w:sz w:val="22"/>
    </w:rPr>
  </w:style>
  <w:style w:type="paragraph" w:styleId="TOC4">
    <w:name w:val="toc 4"/>
    <w:basedOn w:val="Normal"/>
    <w:next w:val="Normal"/>
    <w:autoRedefine/>
    <w:rsid w:val="00ED6D61"/>
    <w:pPr>
      <w:spacing w:after="0"/>
      <w:ind w:left="600"/>
    </w:pPr>
    <w:rPr>
      <w:rFonts w:ascii="Open Sans Light" w:eastAsia="MS Mincho" w:hAnsi="Open Sans Light"/>
      <w:szCs w:val="20"/>
    </w:rPr>
  </w:style>
  <w:style w:type="paragraph" w:styleId="TOC5">
    <w:name w:val="toc 5"/>
    <w:basedOn w:val="Normal"/>
    <w:next w:val="Normal"/>
    <w:autoRedefine/>
    <w:rsid w:val="00ED6D61"/>
    <w:pPr>
      <w:spacing w:after="0"/>
      <w:ind w:left="800"/>
    </w:pPr>
    <w:rPr>
      <w:rFonts w:ascii="Open Sans Light" w:eastAsia="MS Mincho" w:hAnsi="Open Sans Light"/>
      <w:szCs w:val="20"/>
    </w:rPr>
  </w:style>
  <w:style w:type="paragraph" w:styleId="TOC6">
    <w:name w:val="toc 6"/>
    <w:basedOn w:val="Normal"/>
    <w:next w:val="Normal"/>
    <w:autoRedefine/>
    <w:rsid w:val="00ED6D61"/>
    <w:pPr>
      <w:spacing w:after="0"/>
      <w:ind w:left="1000"/>
    </w:pPr>
    <w:rPr>
      <w:rFonts w:ascii="Open Sans Light" w:eastAsia="MS Mincho" w:hAnsi="Open Sans Light"/>
      <w:szCs w:val="20"/>
    </w:rPr>
  </w:style>
  <w:style w:type="paragraph" w:styleId="TOC7">
    <w:name w:val="toc 7"/>
    <w:basedOn w:val="Normal"/>
    <w:next w:val="Normal"/>
    <w:autoRedefine/>
    <w:rsid w:val="00ED6D61"/>
    <w:pPr>
      <w:spacing w:after="0"/>
      <w:ind w:left="1200"/>
    </w:pPr>
    <w:rPr>
      <w:rFonts w:ascii="Open Sans Light" w:eastAsia="MS Mincho" w:hAnsi="Open Sans Light"/>
      <w:szCs w:val="20"/>
    </w:rPr>
  </w:style>
  <w:style w:type="paragraph" w:styleId="TOC8">
    <w:name w:val="toc 8"/>
    <w:basedOn w:val="Normal"/>
    <w:next w:val="Normal"/>
    <w:autoRedefine/>
    <w:rsid w:val="00ED6D61"/>
    <w:pPr>
      <w:spacing w:after="0"/>
      <w:ind w:left="1400"/>
    </w:pPr>
    <w:rPr>
      <w:rFonts w:ascii="Open Sans Light" w:eastAsia="MS Mincho" w:hAnsi="Open Sans Light"/>
      <w:szCs w:val="20"/>
    </w:rPr>
  </w:style>
  <w:style w:type="paragraph" w:styleId="TOC9">
    <w:name w:val="toc 9"/>
    <w:basedOn w:val="Normal"/>
    <w:next w:val="Normal"/>
    <w:autoRedefine/>
    <w:rsid w:val="00ED6D61"/>
    <w:pPr>
      <w:spacing w:after="0"/>
      <w:ind w:left="1600"/>
    </w:pPr>
    <w:rPr>
      <w:rFonts w:ascii="Open Sans Light" w:eastAsia="MS Mincho" w:hAnsi="Open Sans Light"/>
      <w:szCs w:val="20"/>
    </w:rPr>
  </w:style>
  <w:style w:type="paragraph" w:styleId="NormalWeb">
    <w:name w:val="Normal (Web)"/>
    <w:basedOn w:val="Normal"/>
    <w:uiPriority w:val="99"/>
    <w:unhideWhenUsed/>
    <w:rsid w:val="00ED6D61"/>
    <w:pPr>
      <w:spacing w:before="100" w:beforeAutospacing="1" w:after="100" w:afterAutospacing="1" w:line="240" w:lineRule="auto"/>
    </w:pPr>
    <w:rPr>
      <w:rFonts w:ascii="Times" w:eastAsia="MS Mincho" w:hAnsi="Times"/>
      <w:szCs w:val="20"/>
    </w:rPr>
  </w:style>
  <w:style w:type="paragraph" w:customStyle="1" w:styleId="ColorfulShading-Accent11">
    <w:name w:val="Colorful Shading - Accent 11"/>
    <w:hidden/>
    <w:rsid w:val="00ED6D61"/>
    <w:rPr>
      <w:rFonts w:eastAsia="MS Mincho"/>
    </w:rPr>
  </w:style>
  <w:style w:type="paragraph" w:styleId="ListParagraph">
    <w:name w:val="List Paragraph"/>
    <w:basedOn w:val="Normal"/>
    <w:uiPriority w:val="34"/>
    <w:qFormat/>
    <w:rsid w:val="0085718E"/>
    <w:pPr>
      <w:spacing w:before="200"/>
      <w:ind w:left="720"/>
      <w:contextualSpacing/>
    </w:pPr>
    <w:rPr>
      <w:rFonts w:eastAsia="MS Mincho"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top.netreg.co/actnow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stop.netreg.co/actnow" TargetMode="External"/><Relationship Id="rId11" Type="http://schemas.openxmlformats.org/officeDocument/2006/relationships/hyperlink" Target="http://stop.netreg.co/actnow" TargetMode="External"/><Relationship Id="rId12" Type="http://schemas.openxmlformats.org/officeDocument/2006/relationships/hyperlink" Target="http://stop.netreg.co/actnow" TargetMode="External"/><Relationship Id="rId13" Type="http://schemas.openxmlformats.org/officeDocument/2006/relationships/hyperlink" Target="http://stop.netreg.co/actnow" TargetMode="External"/><Relationship Id="rId14" Type="http://schemas.openxmlformats.org/officeDocument/2006/relationships/hyperlink" Target="http://stop.netreg.co/actnow" TargetMode="External"/><Relationship Id="rId15" Type="http://schemas.openxmlformats.org/officeDocument/2006/relationships/hyperlink" Target="http://stop.netreg.co/actnow" TargetMode="External"/><Relationship Id="rId16" Type="http://schemas.openxmlformats.org/officeDocument/2006/relationships/hyperlink" Target="http://stop.netreg.co/actnow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irstin\Downloads\MCP%20Letterhead%20Template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4259E-0422-C749-90A1-2BA377E9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\Users\Kirstin\Downloads\MCP Letterhead Template 2014.dot</Template>
  <TotalTime>2</TotalTime>
  <Pages>2</Pages>
  <Words>332</Words>
  <Characters>1898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Connect Partners Letterhead</vt:lpstr>
    </vt:vector>
  </TitlesOfParts>
  <Company>Microsoft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Connect Partners Letterhead</dc:title>
  <dc:creator>Scolaro</dc:creator>
  <cp:lastModifiedBy>Bethany Couture</cp:lastModifiedBy>
  <cp:revision>3</cp:revision>
  <cp:lastPrinted>2014-02-06T18:54:00Z</cp:lastPrinted>
  <dcterms:created xsi:type="dcterms:W3CDTF">2015-05-28T15:11:00Z</dcterms:created>
  <dcterms:modified xsi:type="dcterms:W3CDTF">2015-05-28T15:25:00Z</dcterms:modified>
</cp:coreProperties>
</file>